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EF63A" w14:textId="39EDAF54" w:rsidR="00962798" w:rsidRDefault="00962798" w:rsidP="006E5A39">
      <w:pPr>
        <w:jc w:val="both"/>
      </w:pPr>
    </w:p>
    <w:p w14:paraId="3AF8FABE" w14:textId="77777777" w:rsidR="00B176D7" w:rsidRDefault="00B176D7" w:rsidP="00962798">
      <w:pPr>
        <w:rPr>
          <w:rFonts w:ascii="Times New Roman" w:hAnsi="Times New Roman" w:cs="Times New Roman"/>
        </w:rPr>
      </w:pPr>
    </w:p>
    <w:p w14:paraId="01270115" w14:textId="77777777" w:rsidR="002E0FA0" w:rsidRDefault="002E0FA0" w:rsidP="00962798">
      <w:pPr>
        <w:rPr>
          <w:rFonts w:ascii="Times New Roman" w:hAnsi="Times New Roman" w:cs="Times New Roman"/>
        </w:rPr>
      </w:pPr>
    </w:p>
    <w:p w14:paraId="7CB82589" w14:textId="239408EC" w:rsidR="00B176D7" w:rsidRDefault="002E2048" w:rsidP="009627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Lp </w:t>
      </w:r>
      <w:r w:rsidR="006701B8">
        <w:rPr>
          <w:rFonts w:ascii="Times New Roman" w:hAnsi="Times New Roman" w:cs="Times New Roman"/>
        </w:rPr>
        <w:t xml:space="preserve">Kati </w:t>
      </w:r>
      <w:proofErr w:type="spellStart"/>
      <w:r w:rsidR="006701B8">
        <w:rPr>
          <w:rFonts w:ascii="Times New Roman" w:hAnsi="Times New Roman" w:cs="Times New Roman"/>
        </w:rPr>
        <w:t>Tamtik</w:t>
      </w:r>
      <w:proofErr w:type="spellEnd"/>
    </w:p>
    <w:p w14:paraId="3F84E2CB" w14:textId="250DAB72" w:rsidR="002E2048" w:rsidRDefault="002E2048" w:rsidP="009627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Maa-</w:t>
      </w:r>
      <w:r w:rsidR="006701B8">
        <w:rPr>
          <w:rFonts w:ascii="Times New Roman" w:hAnsi="Times New Roman" w:cs="Times New Roman"/>
        </w:rPr>
        <w:t xml:space="preserve"> ja Ruumiameti</w:t>
      </w:r>
      <w:r>
        <w:rPr>
          <w:rFonts w:ascii="Times New Roman" w:hAnsi="Times New Roman" w:cs="Times New Roman"/>
        </w:rPr>
        <w:t xml:space="preserve"> peadirektor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2408B4">
        <w:rPr>
          <w:rFonts w:ascii="Times New Roman" w:hAnsi="Times New Roman" w:cs="Times New Roman"/>
        </w:rPr>
        <w:t>Teie:</w:t>
      </w:r>
    </w:p>
    <w:p w14:paraId="67FD607B" w14:textId="28D6A7EB" w:rsidR="00962798" w:rsidRDefault="002E2048" w:rsidP="009627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maa</w:t>
      </w:r>
      <w:r w:rsidR="00C307BB">
        <w:rPr>
          <w:rFonts w:ascii="Times New Roman" w:hAnsi="Times New Roman" w:cs="Times New Roman"/>
        </w:rPr>
        <w:t>ruum</w:t>
      </w:r>
      <w:r>
        <w:rPr>
          <w:rFonts w:ascii="Times New Roman" w:hAnsi="Times New Roman" w:cs="Times New Roman"/>
        </w:rPr>
        <w:t>@maa</w:t>
      </w:r>
      <w:r w:rsidR="00C307BB">
        <w:rPr>
          <w:rFonts w:ascii="Times New Roman" w:hAnsi="Times New Roman" w:cs="Times New Roman"/>
        </w:rPr>
        <w:t>ruum</w:t>
      </w:r>
      <w:r>
        <w:rPr>
          <w:rFonts w:ascii="Times New Roman" w:hAnsi="Times New Roman" w:cs="Times New Roman"/>
        </w:rPr>
        <w:t>.ee</w:t>
      </w:r>
      <w:r w:rsidR="00962798">
        <w:rPr>
          <w:rFonts w:ascii="Times New Roman" w:hAnsi="Times New Roman" w:cs="Times New Roman"/>
        </w:rPr>
        <w:tab/>
      </w:r>
      <w:r w:rsidR="00962798">
        <w:rPr>
          <w:rFonts w:ascii="Times New Roman" w:hAnsi="Times New Roman" w:cs="Times New Roman"/>
        </w:rPr>
        <w:tab/>
        <w:t xml:space="preserve">       </w:t>
      </w:r>
      <w:r w:rsidR="00631BAF">
        <w:rPr>
          <w:rFonts w:ascii="Times New Roman" w:hAnsi="Times New Roman" w:cs="Times New Roman"/>
        </w:rPr>
        <w:tab/>
      </w:r>
      <w:r w:rsidR="00631BAF">
        <w:rPr>
          <w:rFonts w:ascii="Times New Roman" w:hAnsi="Times New Roman" w:cs="Times New Roman"/>
        </w:rPr>
        <w:tab/>
      </w:r>
      <w:r w:rsidR="00947FF8">
        <w:rPr>
          <w:rFonts w:ascii="Times New Roman" w:hAnsi="Times New Roman" w:cs="Times New Roman"/>
        </w:rPr>
        <w:t xml:space="preserve"> </w:t>
      </w:r>
      <w:r w:rsidR="00AC03C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Meie: </w:t>
      </w:r>
      <w:r w:rsidR="007D16AC"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>.</w:t>
      </w:r>
      <w:r w:rsidR="003C7335">
        <w:rPr>
          <w:rFonts w:ascii="Times New Roman" w:hAnsi="Times New Roman" w:cs="Times New Roman"/>
        </w:rPr>
        <w:t>09</w:t>
      </w:r>
      <w:r>
        <w:rPr>
          <w:rFonts w:ascii="Times New Roman" w:hAnsi="Times New Roman" w:cs="Times New Roman"/>
        </w:rPr>
        <w:t>.202</w:t>
      </w:r>
      <w:r w:rsidR="007150A6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nr 5-8/</w:t>
      </w:r>
      <w:r w:rsidR="00F10790">
        <w:rPr>
          <w:rFonts w:ascii="Times New Roman" w:hAnsi="Times New Roman" w:cs="Times New Roman"/>
        </w:rPr>
        <w:t>200</w:t>
      </w:r>
      <w:r w:rsidR="00DA3187">
        <w:rPr>
          <w:rFonts w:ascii="Times New Roman" w:hAnsi="Times New Roman" w:cs="Times New Roman"/>
        </w:rPr>
        <w:t>-1</w:t>
      </w:r>
    </w:p>
    <w:p w14:paraId="1EA7B9EA" w14:textId="77777777" w:rsidR="002E0FA0" w:rsidRDefault="002E0FA0" w:rsidP="00962798">
      <w:pPr>
        <w:rPr>
          <w:rFonts w:ascii="Times New Roman" w:hAnsi="Times New Roman" w:cs="Times New Roman"/>
        </w:rPr>
      </w:pPr>
    </w:p>
    <w:p w14:paraId="7E6B4D9C" w14:textId="77777777" w:rsidR="00166B58" w:rsidRPr="002408B4" w:rsidRDefault="00166B58" w:rsidP="00962798">
      <w:pPr>
        <w:rPr>
          <w:rFonts w:ascii="Times New Roman" w:hAnsi="Times New Roman" w:cs="Times New Roman"/>
        </w:rPr>
      </w:pPr>
    </w:p>
    <w:p w14:paraId="758D4E55" w14:textId="77777777" w:rsidR="00962798" w:rsidRPr="00166B58" w:rsidRDefault="00962798" w:rsidP="00962798">
      <w:pPr>
        <w:rPr>
          <w:rFonts w:ascii="Times New Roman" w:hAnsi="Times New Roman" w:cs="Times New Roman"/>
        </w:rPr>
      </w:pPr>
    </w:p>
    <w:p w14:paraId="14F1AA89" w14:textId="3AA215FA" w:rsidR="00226A88" w:rsidRPr="002408B4" w:rsidRDefault="00226A88" w:rsidP="00962798">
      <w:pPr>
        <w:jc w:val="both"/>
        <w:rPr>
          <w:rFonts w:ascii="Times New Roman" w:hAnsi="Times New Roman" w:cs="Times New Roman"/>
          <w:b/>
        </w:rPr>
      </w:pPr>
      <w:r w:rsidRPr="00166B58">
        <w:rPr>
          <w:rFonts w:ascii="Times New Roman" w:hAnsi="Times New Roman" w:cs="Times New Roman"/>
          <w:b/>
        </w:rPr>
        <w:t xml:space="preserve">Ettepanek </w:t>
      </w:r>
      <w:r w:rsidR="00B50936">
        <w:rPr>
          <w:rFonts w:ascii="Times New Roman" w:hAnsi="Times New Roman" w:cs="Times New Roman"/>
          <w:b/>
        </w:rPr>
        <w:t xml:space="preserve">Rannariba katastriüksuse </w:t>
      </w:r>
      <w:r w:rsidR="00661B77">
        <w:rPr>
          <w:rFonts w:ascii="Times New Roman" w:hAnsi="Times New Roman" w:cs="Times New Roman"/>
          <w:b/>
        </w:rPr>
        <w:t>jagamiseks ja</w:t>
      </w:r>
      <w:r w:rsidR="00786A71">
        <w:rPr>
          <w:rFonts w:ascii="Times New Roman" w:hAnsi="Times New Roman" w:cs="Times New Roman"/>
          <w:b/>
        </w:rPr>
        <w:t xml:space="preserve"> </w:t>
      </w:r>
      <w:r w:rsidR="004225CB">
        <w:rPr>
          <w:rFonts w:ascii="Times New Roman" w:hAnsi="Times New Roman" w:cs="Times New Roman"/>
          <w:b/>
        </w:rPr>
        <w:t xml:space="preserve">maa </w:t>
      </w:r>
      <w:r w:rsidR="002E2048" w:rsidRPr="00166B58">
        <w:rPr>
          <w:rFonts w:ascii="Times New Roman" w:hAnsi="Times New Roman" w:cs="Times New Roman"/>
          <w:b/>
        </w:rPr>
        <w:t>munitsipaalomandisse andmiseks</w:t>
      </w:r>
      <w:r w:rsidRPr="00166B58">
        <w:rPr>
          <w:rFonts w:ascii="Times New Roman" w:hAnsi="Times New Roman" w:cs="Times New Roman"/>
          <w:b/>
        </w:rPr>
        <w:t xml:space="preserve"> </w:t>
      </w:r>
      <w:r w:rsidR="00675DAF">
        <w:rPr>
          <w:rFonts w:ascii="Times New Roman" w:hAnsi="Times New Roman" w:cs="Times New Roman"/>
          <w:b/>
        </w:rPr>
        <w:t>(</w:t>
      </w:r>
      <w:r w:rsidR="00A81A20">
        <w:rPr>
          <w:rFonts w:ascii="Times New Roman" w:hAnsi="Times New Roman" w:cs="Times New Roman"/>
          <w:b/>
        </w:rPr>
        <w:t>Uusküla</w:t>
      </w:r>
      <w:r w:rsidR="00675DAF">
        <w:rPr>
          <w:rFonts w:ascii="Times New Roman" w:hAnsi="Times New Roman" w:cs="Times New Roman"/>
          <w:b/>
        </w:rPr>
        <w:t xml:space="preserve"> ja </w:t>
      </w:r>
      <w:proofErr w:type="spellStart"/>
      <w:r w:rsidR="00675DAF">
        <w:rPr>
          <w:rFonts w:ascii="Times New Roman" w:hAnsi="Times New Roman" w:cs="Times New Roman"/>
          <w:b/>
        </w:rPr>
        <w:t>Katase</w:t>
      </w:r>
      <w:proofErr w:type="spellEnd"/>
      <w:r w:rsidR="00675DAF">
        <w:rPr>
          <w:rFonts w:ascii="Times New Roman" w:hAnsi="Times New Roman" w:cs="Times New Roman"/>
          <w:b/>
        </w:rPr>
        <w:t xml:space="preserve"> küla</w:t>
      </w:r>
      <w:r w:rsidR="00407EBD">
        <w:rPr>
          <w:rFonts w:ascii="Times New Roman" w:hAnsi="Times New Roman" w:cs="Times New Roman"/>
          <w:b/>
        </w:rPr>
        <w:t>)</w:t>
      </w:r>
    </w:p>
    <w:p w14:paraId="16280783" w14:textId="77777777" w:rsidR="00962798" w:rsidRPr="002408B4" w:rsidRDefault="00962798" w:rsidP="00962798">
      <w:pPr>
        <w:jc w:val="both"/>
        <w:rPr>
          <w:rFonts w:ascii="Times New Roman" w:hAnsi="Times New Roman" w:cs="Times New Roman"/>
        </w:rPr>
      </w:pPr>
    </w:p>
    <w:p w14:paraId="18B4F9D8" w14:textId="77777777" w:rsidR="00D677EF" w:rsidRDefault="00D677EF" w:rsidP="00AC1F42">
      <w:pPr>
        <w:jc w:val="both"/>
        <w:rPr>
          <w:rFonts w:ascii="Times New Roman" w:hAnsi="Times New Roman" w:cs="Times New Roman"/>
        </w:rPr>
      </w:pPr>
    </w:p>
    <w:p w14:paraId="7FA7FA0C" w14:textId="77777777" w:rsidR="00963C46" w:rsidRDefault="00963C46" w:rsidP="00963C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2E2048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areformi seaduse § 25 lõikele 5</w:t>
      </w:r>
      <w:r>
        <w:rPr>
          <w:rFonts w:ascii="Times New Roman" w:hAnsi="Times New Roman" w:cs="Times New Roman"/>
          <w:vertAlign w:val="superscript"/>
        </w:rPr>
        <w:t>1</w:t>
      </w:r>
      <w:r w:rsidRPr="002E20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alusel </w:t>
      </w:r>
      <w:r w:rsidRPr="002E2048">
        <w:rPr>
          <w:rFonts w:ascii="Times New Roman" w:hAnsi="Times New Roman" w:cs="Times New Roman"/>
        </w:rPr>
        <w:t>otsustab sama</w:t>
      </w:r>
      <w:r>
        <w:rPr>
          <w:rFonts w:ascii="Times New Roman" w:hAnsi="Times New Roman" w:cs="Times New Roman"/>
        </w:rPr>
        <w:t xml:space="preserve"> seaduse § 38 lõike 3 kohaselt</w:t>
      </w:r>
      <w:r w:rsidRPr="002E2048">
        <w:rPr>
          <w:rFonts w:ascii="Times New Roman" w:hAnsi="Times New Roman" w:cs="Times New Roman"/>
        </w:rPr>
        <w:t xml:space="preserve"> maa munitsipaalomandisse andmise Maa-ameti peadirektor.</w:t>
      </w:r>
    </w:p>
    <w:p w14:paraId="180A2196" w14:textId="41B951E7" w:rsidR="003C7FA1" w:rsidRDefault="003C7FA1" w:rsidP="003C7FA1">
      <w:pPr>
        <w:jc w:val="both"/>
        <w:rPr>
          <w:rFonts w:ascii="Times New Roman" w:hAnsi="Times New Roman" w:cs="Times New Roman"/>
        </w:rPr>
      </w:pPr>
      <w:r w:rsidRPr="003C7FA1">
        <w:rPr>
          <w:rFonts w:ascii="Times New Roman" w:hAnsi="Times New Roman" w:cs="Times New Roman"/>
        </w:rPr>
        <w:t xml:space="preserve">Maa-ameti peadirektori 04.12.2019 korralduse nr 1-17/19/3147 </w:t>
      </w:r>
      <w:r w:rsidR="00D16450">
        <w:rPr>
          <w:rFonts w:ascii="Times New Roman" w:hAnsi="Times New Roman" w:cs="Times New Roman"/>
        </w:rPr>
        <w:t xml:space="preserve">alusel </w:t>
      </w:r>
      <w:r w:rsidRPr="003C7FA1">
        <w:rPr>
          <w:rFonts w:ascii="Times New Roman" w:hAnsi="Times New Roman" w:cs="Times New Roman"/>
        </w:rPr>
        <w:t xml:space="preserve">on </w:t>
      </w:r>
      <w:r w:rsidR="0013118D" w:rsidRPr="003C7FA1">
        <w:rPr>
          <w:rFonts w:ascii="Times New Roman" w:hAnsi="Times New Roman" w:cs="Times New Roman"/>
        </w:rPr>
        <w:t xml:space="preserve">katastripidaja moodustanud </w:t>
      </w:r>
      <w:r w:rsidRPr="003C7FA1">
        <w:rPr>
          <w:rFonts w:ascii="Times New Roman" w:hAnsi="Times New Roman" w:cs="Times New Roman"/>
        </w:rPr>
        <w:t xml:space="preserve">Ida-Viru </w:t>
      </w:r>
      <w:r>
        <w:rPr>
          <w:rFonts w:ascii="Times New Roman" w:hAnsi="Times New Roman" w:cs="Times New Roman"/>
        </w:rPr>
        <w:t>ma</w:t>
      </w:r>
      <w:r w:rsidRPr="003C7FA1">
        <w:rPr>
          <w:rFonts w:ascii="Times New Roman" w:hAnsi="Times New Roman" w:cs="Times New Roman"/>
        </w:rPr>
        <w:t>akonnas</w:t>
      </w:r>
      <w:r>
        <w:rPr>
          <w:rFonts w:ascii="Times New Roman" w:hAnsi="Times New Roman" w:cs="Times New Roman"/>
        </w:rPr>
        <w:t xml:space="preserve"> </w:t>
      </w:r>
      <w:r w:rsidRPr="003C7FA1">
        <w:rPr>
          <w:rFonts w:ascii="Times New Roman" w:hAnsi="Times New Roman" w:cs="Times New Roman"/>
        </w:rPr>
        <w:t>Alutaguse vallas asuvatest reformimata maaüksustest</w:t>
      </w:r>
      <w:r w:rsidR="00D16450">
        <w:rPr>
          <w:rFonts w:ascii="Times New Roman" w:hAnsi="Times New Roman" w:cs="Times New Roman"/>
        </w:rPr>
        <w:t xml:space="preserve"> </w:t>
      </w:r>
      <w:r w:rsidR="0013118D">
        <w:rPr>
          <w:rFonts w:ascii="Times New Roman" w:hAnsi="Times New Roman" w:cs="Times New Roman"/>
        </w:rPr>
        <w:t xml:space="preserve">Rannariba </w:t>
      </w:r>
      <w:r w:rsidRPr="003C7FA1">
        <w:rPr>
          <w:rFonts w:ascii="Times New Roman" w:hAnsi="Times New Roman" w:cs="Times New Roman"/>
        </w:rPr>
        <w:t>katastriüksuse</w:t>
      </w:r>
      <w:r w:rsidR="006E1CF6">
        <w:rPr>
          <w:rFonts w:ascii="Times New Roman" w:hAnsi="Times New Roman" w:cs="Times New Roman"/>
        </w:rPr>
        <w:t xml:space="preserve"> 13001:001:079</w:t>
      </w:r>
      <w:r w:rsidR="00AB70DE">
        <w:rPr>
          <w:rFonts w:ascii="Times New Roman" w:hAnsi="Times New Roman" w:cs="Times New Roman"/>
        </w:rPr>
        <w:t>3</w:t>
      </w:r>
      <w:r w:rsidRPr="003C7FA1">
        <w:rPr>
          <w:rFonts w:ascii="Times New Roman" w:hAnsi="Times New Roman" w:cs="Times New Roman"/>
        </w:rPr>
        <w:t>.</w:t>
      </w:r>
      <w:r w:rsidR="004E7EEC" w:rsidRPr="004E7EEC">
        <w:rPr>
          <w:rFonts w:ascii="Times New Roman" w:hAnsi="Times New Roman" w:cs="Times New Roman"/>
        </w:rPr>
        <w:t xml:space="preserve"> </w:t>
      </w:r>
      <w:r w:rsidR="004E7EEC">
        <w:rPr>
          <w:rFonts w:ascii="Times New Roman" w:hAnsi="Times New Roman" w:cs="Times New Roman"/>
        </w:rPr>
        <w:t>Maareformi läbiviimise liigiks on maa jätmine riigi omandisse maareservina.</w:t>
      </w:r>
    </w:p>
    <w:p w14:paraId="1FF90825" w14:textId="4303057F" w:rsidR="004B4B4A" w:rsidRDefault="002E2048" w:rsidP="00BF32A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Alutaguse </w:t>
      </w:r>
      <w:r w:rsidR="00EB72E4">
        <w:rPr>
          <w:rFonts w:ascii="Times New Roman" w:hAnsi="Times New Roman" w:cs="Times New Roman"/>
        </w:rPr>
        <w:t xml:space="preserve">valla omandis on </w:t>
      </w:r>
      <w:proofErr w:type="spellStart"/>
      <w:r w:rsidR="003C7335">
        <w:rPr>
          <w:rFonts w:ascii="Times New Roman" w:hAnsi="Times New Roman" w:cs="Times New Roman"/>
        </w:rPr>
        <w:t>K</w:t>
      </w:r>
      <w:r w:rsidR="00CE0FEF">
        <w:rPr>
          <w:rFonts w:ascii="Times New Roman" w:hAnsi="Times New Roman" w:cs="Times New Roman"/>
        </w:rPr>
        <w:t>atase</w:t>
      </w:r>
      <w:proofErr w:type="spellEnd"/>
      <w:r w:rsidR="003C7335">
        <w:rPr>
          <w:rFonts w:ascii="Times New Roman" w:hAnsi="Times New Roman" w:cs="Times New Roman"/>
        </w:rPr>
        <w:t xml:space="preserve"> külas </w:t>
      </w:r>
      <w:r w:rsidR="000805FC">
        <w:rPr>
          <w:rFonts w:ascii="Times New Roman" w:hAnsi="Times New Roman" w:cs="Times New Roman"/>
        </w:rPr>
        <w:t>Julia</w:t>
      </w:r>
      <w:r w:rsidR="00F40947">
        <w:rPr>
          <w:rFonts w:ascii="Times New Roman" w:hAnsi="Times New Roman" w:cs="Times New Roman"/>
        </w:rPr>
        <w:t xml:space="preserve"> katastriüksuse</w:t>
      </w:r>
      <w:r w:rsidR="00D40283">
        <w:rPr>
          <w:rFonts w:ascii="Times New Roman" w:hAnsi="Times New Roman" w:cs="Times New Roman"/>
        </w:rPr>
        <w:t xml:space="preserve"> 13001:001:0042</w:t>
      </w:r>
      <w:r w:rsidR="0057075E">
        <w:rPr>
          <w:rFonts w:ascii="Times New Roman" w:hAnsi="Times New Roman" w:cs="Times New Roman"/>
        </w:rPr>
        <w:t xml:space="preserve"> </w:t>
      </w:r>
      <w:r w:rsidR="00FA654D">
        <w:rPr>
          <w:rFonts w:ascii="Times New Roman" w:hAnsi="Times New Roman" w:cs="Times New Roman"/>
        </w:rPr>
        <w:t>(SO</w:t>
      </w:r>
      <w:r w:rsidR="008A08B0">
        <w:rPr>
          <w:rFonts w:ascii="Times New Roman" w:hAnsi="Times New Roman" w:cs="Times New Roman"/>
        </w:rPr>
        <w:t xml:space="preserve"> üldkasutatav maa 100 %</w:t>
      </w:r>
      <w:r w:rsidR="005B59FF">
        <w:rPr>
          <w:rFonts w:ascii="Times New Roman" w:hAnsi="Times New Roman" w:cs="Times New Roman"/>
        </w:rPr>
        <w:t>, KR nr 12566650)</w:t>
      </w:r>
      <w:r w:rsidR="0057075E">
        <w:rPr>
          <w:rFonts w:ascii="Times New Roman" w:hAnsi="Times New Roman" w:cs="Times New Roman"/>
        </w:rPr>
        <w:t>,</w:t>
      </w:r>
      <w:r w:rsidR="00944649">
        <w:rPr>
          <w:rFonts w:ascii="Times New Roman" w:hAnsi="Times New Roman" w:cs="Times New Roman"/>
        </w:rPr>
        <w:t xml:space="preserve"> </w:t>
      </w:r>
      <w:r w:rsidR="007949A6">
        <w:rPr>
          <w:rFonts w:ascii="Times New Roman" w:hAnsi="Times New Roman" w:cs="Times New Roman"/>
        </w:rPr>
        <w:t>Rannaveere katastriüksus 13001:001:0144</w:t>
      </w:r>
      <w:r w:rsidR="00FA3DEB">
        <w:rPr>
          <w:rFonts w:ascii="Times New Roman" w:hAnsi="Times New Roman" w:cs="Times New Roman"/>
        </w:rPr>
        <w:t xml:space="preserve"> (SO </w:t>
      </w:r>
      <w:r w:rsidR="000A2A40">
        <w:rPr>
          <w:rFonts w:ascii="Times New Roman" w:hAnsi="Times New Roman" w:cs="Times New Roman"/>
        </w:rPr>
        <w:t xml:space="preserve">üldkasutatav maa 100%, KR nr </w:t>
      </w:r>
      <w:r w:rsidR="0030272F">
        <w:rPr>
          <w:rFonts w:ascii="Times New Roman" w:hAnsi="Times New Roman" w:cs="Times New Roman"/>
        </w:rPr>
        <w:t>126</w:t>
      </w:r>
      <w:r w:rsidR="00E57863">
        <w:rPr>
          <w:rFonts w:ascii="Times New Roman" w:hAnsi="Times New Roman" w:cs="Times New Roman"/>
        </w:rPr>
        <w:t>73650</w:t>
      </w:r>
      <w:r w:rsidR="000A2A40">
        <w:rPr>
          <w:rFonts w:ascii="Times New Roman" w:hAnsi="Times New Roman" w:cs="Times New Roman"/>
        </w:rPr>
        <w:t>)</w:t>
      </w:r>
      <w:r w:rsidR="00FA654D">
        <w:rPr>
          <w:rFonts w:ascii="Times New Roman" w:hAnsi="Times New Roman" w:cs="Times New Roman"/>
        </w:rPr>
        <w:t xml:space="preserve">, </w:t>
      </w:r>
      <w:bookmarkStart w:id="0" w:name="_Hlk208913479"/>
      <w:r w:rsidR="00FA654D">
        <w:rPr>
          <w:rFonts w:ascii="Times New Roman" w:hAnsi="Times New Roman" w:cs="Times New Roman"/>
        </w:rPr>
        <w:t>Parkimise katastriüksus 13001:001:0228</w:t>
      </w:r>
      <w:r w:rsidR="001B24D3">
        <w:rPr>
          <w:rFonts w:ascii="Times New Roman" w:hAnsi="Times New Roman" w:cs="Times New Roman"/>
        </w:rPr>
        <w:t xml:space="preserve"> </w:t>
      </w:r>
      <w:bookmarkEnd w:id="0"/>
      <w:r w:rsidR="001B24D3">
        <w:rPr>
          <w:rFonts w:ascii="Times New Roman" w:hAnsi="Times New Roman" w:cs="Times New Roman"/>
        </w:rPr>
        <w:t>(SO transpordimaa</w:t>
      </w:r>
      <w:r w:rsidR="000A2A40">
        <w:rPr>
          <w:rFonts w:ascii="Times New Roman" w:hAnsi="Times New Roman" w:cs="Times New Roman"/>
        </w:rPr>
        <w:t xml:space="preserve"> 100%</w:t>
      </w:r>
      <w:r w:rsidR="001B24D3">
        <w:rPr>
          <w:rFonts w:ascii="Times New Roman" w:hAnsi="Times New Roman" w:cs="Times New Roman"/>
        </w:rPr>
        <w:t>, KR nr 15139350</w:t>
      </w:r>
      <w:r w:rsidR="008A08B0">
        <w:rPr>
          <w:rFonts w:ascii="Times New Roman" w:hAnsi="Times New Roman" w:cs="Times New Roman"/>
        </w:rPr>
        <w:t>)</w:t>
      </w:r>
      <w:r w:rsidR="00C8541A">
        <w:rPr>
          <w:rFonts w:ascii="Times New Roman" w:hAnsi="Times New Roman" w:cs="Times New Roman"/>
        </w:rPr>
        <w:t xml:space="preserve"> ning </w:t>
      </w:r>
      <w:r w:rsidR="00F40947">
        <w:rPr>
          <w:rFonts w:ascii="Times New Roman" w:hAnsi="Times New Roman" w:cs="Times New Roman"/>
        </w:rPr>
        <w:t xml:space="preserve"> </w:t>
      </w:r>
      <w:r w:rsidR="00C8541A">
        <w:rPr>
          <w:rFonts w:ascii="Times New Roman" w:hAnsi="Times New Roman" w:cs="Times New Roman"/>
        </w:rPr>
        <w:t>Uuskülas Nelgi jalgtee k</w:t>
      </w:r>
      <w:r w:rsidR="003A7950">
        <w:rPr>
          <w:rFonts w:ascii="Times New Roman" w:hAnsi="Times New Roman" w:cs="Times New Roman"/>
        </w:rPr>
        <w:t>atastri</w:t>
      </w:r>
      <w:r w:rsidR="00C8541A">
        <w:rPr>
          <w:rFonts w:ascii="Times New Roman" w:hAnsi="Times New Roman" w:cs="Times New Roman"/>
        </w:rPr>
        <w:t>ü</w:t>
      </w:r>
      <w:r w:rsidR="003A7950">
        <w:rPr>
          <w:rFonts w:ascii="Times New Roman" w:hAnsi="Times New Roman" w:cs="Times New Roman"/>
        </w:rPr>
        <w:t>ksus</w:t>
      </w:r>
      <w:r w:rsidR="00C8541A">
        <w:rPr>
          <w:rFonts w:ascii="Times New Roman" w:hAnsi="Times New Roman" w:cs="Times New Roman"/>
        </w:rPr>
        <w:t xml:space="preserve"> 13001:001:0539</w:t>
      </w:r>
      <w:r w:rsidR="00E57863">
        <w:rPr>
          <w:rFonts w:ascii="Times New Roman" w:hAnsi="Times New Roman" w:cs="Times New Roman"/>
        </w:rPr>
        <w:t xml:space="preserve"> (SO</w:t>
      </w:r>
      <w:r w:rsidR="007D16AC">
        <w:rPr>
          <w:rFonts w:ascii="Times New Roman" w:hAnsi="Times New Roman" w:cs="Times New Roman"/>
        </w:rPr>
        <w:t xml:space="preserve"> transpordimaa </w:t>
      </w:r>
      <w:r w:rsidR="00F17091">
        <w:rPr>
          <w:rFonts w:ascii="Times New Roman" w:hAnsi="Times New Roman" w:cs="Times New Roman"/>
        </w:rPr>
        <w:t>100 %</w:t>
      </w:r>
      <w:r w:rsidR="00E57863">
        <w:rPr>
          <w:rFonts w:ascii="Times New Roman" w:hAnsi="Times New Roman" w:cs="Times New Roman"/>
        </w:rPr>
        <w:t xml:space="preserve"> </w:t>
      </w:r>
      <w:r w:rsidR="003A7950">
        <w:rPr>
          <w:rFonts w:ascii="Times New Roman" w:hAnsi="Times New Roman" w:cs="Times New Roman"/>
        </w:rPr>
        <w:t xml:space="preserve">, millel puudub </w:t>
      </w:r>
      <w:r w:rsidR="00DC04F0">
        <w:rPr>
          <w:rFonts w:ascii="Times New Roman" w:hAnsi="Times New Roman" w:cs="Times New Roman"/>
        </w:rPr>
        <w:t xml:space="preserve">otsene </w:t>
      </w:r>
      <w:r w:rsidR="001E3982">
        <w:rPr>
          <w:rFonts w:ascii="Times New Roman" w:hAnsi="Times New Roman" w:cs="Times New Roman"/>
        </w:rPr>
        <w:t>juurde</w:t>
      </w:r>
      <w:r w:rsidR="000E6F3D">
        <w:rPr>
          <w:rFonts w:ascii="Times New Roman" w:hAnsi="Times New Roman" w:cs="Times New Roman"/>
        </w:rPr>
        <w:t xml:space="preserve">pääs </w:t>
      </w:r>
      <w:r w:rsidR="00F40947">
        <w:rPr>
          <w:rFonts w:ascii="Times New Roman" w:hAnsi="Times New Roman" w:cs="Times New Roman"/>
        </w:rPr>
        <w:t>Peipsi järve</w:t>
      </w:r>
      <w:r w:rsidR="00890B96">
        <w:rPr>
          <w:rFonts w:ascii="Times New Roman" w:hAnsi="Times New Roman" w:cs="Times New Roman"/>
        </w:rPr>
        <w:t>ni</w:t>
      </w:r>
      <w:r w:rsidR="00CA0CD7">
        <w:rPr>
          <w:rFonts w:ascii="Times New Roman" w:hAnsi="Times New Roman" w:cs="Times New Roman"/>
        </w:rPr>
        <w:t xml:space="preserve">. </w:t>
      </w:r>
      <w:r w:rsidR="00276B8C" w:rsidRPr="00276B8C">
        <w:rPr>
          <w:rFonts w:ascii="Times New Roman" w:hAnsi="Times New Roman" w:cs="Times New Roman"/>
        </w:rPr>
        <w:t xml:space="preserve">Alutaguse Vallavolikogu 29.10.2020 otsusega nr 285  kehtestatud </w:t>
      </w:r>
      <w:r w:rsidR="00C608F7">
        <w:rPr>
          <w:rFonts w:ascii="Times New Roman" w:hAnsi="Times New Roman" w:cs="Times New Roman"/>
        </w:rPr>
        <w:t>üldplaneeringu</w:t>
      </w:r>
      <w:r w:rsidR="00BF32AB" w:rsidRPr="00BF32AB">
        <w:rPr>
          <w:rFonts w:ascii="Times New Roman" w:hAnsi="Times New Roman" w:cs="Times New Roman"/>
        </w:rPr>
        <w:t xml:space="preserve"> taristu ja tehnovõrkude kaardil </w:t>
      </w:r>
      <w:r w:rsidR="00C608F7">
        <w:rPr>
          <w:rFonts w:ascii="Times New Roman" w:hAnsi="Times New Roman" w:cs="Times New Roman"/>
        </w:rPr>
        <w:t xml:space="preserve">on </w:t>
      </w:r>
      <w:r w:rsidR="00BF32AB" w:rsidRPr="00BF32AB">
        <w:rPr>
          <w:rFonts w:ascii="Times New Roman" w:hAnsi="Times New Roman" w:cs="Times New Roman"/>
        </w:rPr>
        <w:t>tähistatud olemasolevad ja perspektiivsed</w:t>
      </w:r>
      <w:r w:rsidR="00BF32AB">
        <w:rPr>
          <w:rFonts w:ascii="Times New Roman" w:hAnsi="Times New Roman" w:cs="Times New Roman"/>
        </w:rPr>
        <w:t xml:space="preserve"> </w:t>
      </w:r>
      <w:r w:rsidR="00BF32AB" w:rsidRPr="00BF32AB">
        <w:rPr>
          <w:rFonts w:ascii="Times New Roman" w:hAnsi="Times New Roman" w:cs="Times New Roman"/>
        </w:rPr>
        <w:t>avalikud juurdepääsud Peipsi järve kallasrajale</w:t>
      </w:r>
      <w:r w:rsidR="00F135D5">
        <w:rPr>
          <w:rFonts w:ascii="Times New Roman" w:hAnsi="Times New Roman" w:cs="Times New Roman"/>
        </w:rPr>
        <w:t>, millest lähtuvalt taotleb v</w:t>
      </w:r>
      <w:r w:rsidR="00B06FB4">
        <w:rPr>
          <w:rFonts w:ascii="Times New Roman" w:hAnsi="Times New Roman" w:cs="Times New Roman"/>
        </w:rPr>
        <w:t>allavalitsus</w:t>
      </w:r>
      <w:r w:rsidR="00950317">
        <w:rPr>
          <w:rFonts w:ascii="Times New Roman" w:hAnsi="Times New Roman" w:cs="Times New Roman"/>
        </w:rPr>
        <w:t xml:space="preserve"> </w:t>
      </w:r>
      <w:r w:rsidR="003C7335">
        <w:rPr>
          <w:rFonts w:ascii="Times New Roman" w:hAnsi="Times New Roman" w:cs="Times New Roman"/>
        </w:rPr>
        <w:t>omandis</w:t>
      </w:r>
      <w:r w:rsidR="00B06FB4">
        <w:rPr>
          <w:rFonts w:ascii="Times New Roman" w:hAnsi="Times New Roman" w:cs="Times New Roman"/>
        </w:rPr>
        <w:t xml:space="preserve"> oleva</w:t>
      </w:r>
      <w:r w:rsidR="00724DA2">
        <w:rPr>
          <w:rFonts w:ascii="Times New Roman" w:hAnsi="Times New Roman" w:cs="Times New Roman"/>
        </w:rPr>
        <w:t xml:space="preserve">te </w:t>
      </w:r>
      <w:r w:rsidR="0044524A">
        <w:rPr>
          <w:rFonts w:ascii="Times New Roman" w:hAnsi="Times New Roman" w:cs="Times New Roman"/>
        </w:rPr>
        <w:t xml:space="preserve">kinnistute juurde </w:t>
      </w:r>
      <w:r w:rsidR="00063FFE">
        <w:rPr>
          <w:rFonts w:ascii="Times New Roman" w:hAnsi="Times New Roman" w:cs="Times New Roman"/>
        </w:rPr>
        <w:t xml:space="preserve">täiendavalt </w:t>
      </w:r>
      <w:r w:rsidR="00B06FB4">
        <w:rPr>
          <w:rFonts w:ascii="Times New Roman" w:hAnsi="Times New Roman" w:cs="Times New Roman"/>
        </w:rPr>
        <w:t>järve vaheli</w:t>
      </w:r>
      <w:r w:rsidR="00D21549">
        <w:rPr>
          <w:rFonts w:ascii="Times New Roman" w:hAnsi="Times New Roman" w:cs="Times New Roman"/>
        </w:rPr>
        <w:t xml:space="preserve">st </w:t>
      </w:r>
      <w:r w:rsidR="00B06FB4">
        <w:rPr>
          <w:rFonts w:ascii="Times New Roman" w:hAnsi="Times New Roman" w:cs="Times New Roman"/>
        </w:rPr>
        <w:t xml:space="preserve">ala </w:t>
      </w:r>
      <w:r w:rsidR="00D21549">
        <w:rPr>
          <w:rFonts w:ascii="Times New Roman" w:hAnsi="Times New Roman" w:cs="Times New Roman"/>
        </w:rPr>
        <w:t>munitsipaalomandisse</w:t>
      </w:r>
      <w:r w:rsidR="0028232B">
        <w:rPr>
          <w:rFonts w:ascii="Times New Roman" w:hAnsi="Times New Roman" w:cs="Times New Roman"/>
        </w:rPr>
        <w:t>.</w:t>
      </w:r>
      <w:r w:rsidR="005D7D27">
        <w:rPr>
          <w:rFonts w:ascii="Times New Roman" w:hAnsi="Times New Roman" w:cs="Times New Roman"/>
        </w:rPr>
        <w:t xml:space="preserve"> </w:t>
      </w:r>
    </w:p>
    <w:p w14:paraId="0652A490" w14:textId="5C13C246" w:rsidR="00BE0357" w:rsidRDefault="00063FFE" w:rsidP="00D677EF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Katase</w:t>
      </w:r>
      <w:proofErr w:type="spellEnd"/>
      <w:r>
        <w:rPr>
          <w:rFonts w:ascii="Times New Roman" w:hAnsi="Times New Roman" w:cs="Times New Roman"/>
        </w:rPr>
        <w:t xml:space="preserve"> külas </w:t>
      </w:r>
      <w:r w:rsidR="005560CD">
        <w:rPr>
          <w:rFonts w:ascii="Times New Roman" w:hAnsi="Times New Roman" w:cs="Times New Roman"/>
        </w:rPr>
        <w:t>asuv</w:t>
      </w:r>
      <w:r w:rsidR="007F69E0">
        <w:rPr>
          <w:rFonts w:ascii="Times New Roman" w:hAnsi="Times New Roman" w:cs="Times New Roman"/>
        </w:rPr>
        <w:t xml:space="preserve">a Julia katastriüksuse piir </w:t>
      </w:r>
      <w:r w:rsidR="00804AA4" w:rsidRPr="00804AA4">
        <w:rPr>
          <w:rFonts w:ascii="Times New Roman" w:hAnsi="Times New Roman" w:cs="Times New Roman"/>
        </w:rPr>
        <w:t>lõpeb ca 20 m enne põhikaardil kajastatud Peipsi järve piiri.</w:t>
      </w:r>
      <w:r w:rsidR="00A72CDA">
        <w:rPr>
          <w:rFonts w:ascii="Times New Roman" w:hAnsi="Times New Roman" w:cs="Times New Roman"/>
        </w:rPr>
        <w:t xml:space="preserve"> Vallavalitsus teeb ettepaneku </w:t>
      </w:r>
      <w:r w:rsidR="00770EFD">
        <w:rPr>
          <w:rFonts w:ascii="Times New Roman" w:hAnsi="Times New Roman" w:cs="Times New Roman"/>
        </w:rPr>
        <w:t xml:space="preserve">jagada Rannariba katastriüksus ja </w:t>
      </w:r>
      <w:r w:rsidR="008D0996">
        <w:rPr>
          <w:rFonts w:ascii="Times New Roman" w:hAnsi="Times New Roman" w:cs="Times New Roman"/>
        </w:rPr>
        <w:t xml:space="preserve">moodustada </w:t>
      </w:r>
      <w:r w:rsidR="004C4267" w:rsidRPr="004C4267">
        <w:rPr>
          <w:rFonts w:ascii="Times New Roman" w:hAnsi="Times New Roman" w:cs="Times New Roman"/>
        </w:rPr>
        <w:t>valla omandis olevate Julia katastriüksuse 13001:001:0042  ja Rannaveere katastriüksuse 13001:001:0144  vaheli</w:t>
      </w:r>
      <w:r w:rsidR="008D0996">
        <w:rPr>
          <w:rFonts w:ascii="Times New Roman" w:hAnsi="Times New Roman" w:cs="Times New Roman"/>
        </w:rPr>
        <w:t xml:space="preserve">sest </w:t>
      </w:r>
      <w:r w:rsidR="004C4267" w:rsidRPr="004C4267">
        <w:rPr>
          <w:rFonts w:ascii="Times New Roman" w:hAnsi="Times New Roman" w:cs="Times New Roman"/>
        </w:rPr>
        <w:t xml:space="preserve"> ala</w:t>
      </w:r>
      <w:r w:rsidR="008D0996">
        <w:rPr>
          <w:rFonts w:ascii="Times New Roman" w:hAnsi="Times New Roman" w:cs="Times New Roman"/>
        </w:rPr>
        <w:t>st</w:t>
      </w:r>
      <w:r w:rsidR="004C4267" w:rsidRPr="004C4267">
        <w:rPr>
          <w:rFonts w:ascii="Times New Roman" w:hAnsi="Times New Roman" w:cs="Times New Roman"/>
        </w:rPr>
        <w:t xml:space="preserve"> </w:t>
      </w:r>
      <w:r w:rsidR="00DA1C33">
        <w:rPr>
          <w:rFonts w:ascii="Times New Roman" w:hAnsi="Times New Roman" w:cs="Times New Roman"/>
        </w:rPr>
        <w:t xml:space="preserve">kuni Peipsi järveni </w:t>
      </w:r>
      <w:r w:rsidR="008D0996">
        <w:rPr>
          <w:rFonts w:ascii="Times New Roman" w:hAnsi="Times New Roman" w:cs="Times New Roman"/>
        </w:rPr>
        <w:t>eraldi katastriüksus</w:t>
      </w:r>
      <w:r w:rsidR="006C4168">
        <w:rPr>
          <w:rFonts w:ascii="Times New Roman" w:hAnsi="Times New Roman" w:cs="Times New Roman"/>
        </w:rPr>
        <w:t xml:space="preserve">, </w:t>
      </w:r>
      <w:bookmarkStart w:id="1" w:name="_Hlk208301609"/>
      <w:r w:rsidR="00D23802">
        <w:rPr>
          <w:rFonts w:ascii="Times New Roman" w:hAnsi="Times New Roman" w:cs="Times New Roman"/>
        </w:rPr>
        <w:t xml:space="preserve">mis </w:t>
      </w:r>
      <w:r w:rsidR="006C4168">
        <w:rPr>
          <w:rFonts w:ascii="Times New Roman" w:hAnsi="Times New Roman" w:cs="Times New Roman"/>
        </w:rPr>
        <w:t>moodust</w:t>
      </w:r>
      <w:r w:rsidR="00D23802">
        <w:rPr>
          <w:rFonts w:ascii="Times New Roman" w:hAnsi="Times New Roman" w:cs="Times New Roman"/>
        </w:rPr>
        <w:t>a</w:t>
      </w:r>
      <w:r w:rsidR="006C4168">
        <w:rPr>
          <w:rFonts w:ascii="Times New Roman" w:hAnsi="Times New Roman" w:cs="Times New Roman"/>
        </w:rPr>
        <w:t xml:space="preserve">ks </w:t>
      </w:r>
      <w:r w:rsidR="0005673B">
        <w:rPr>
          <w:rFonts w:ascii="Times New Roman" w:hAnsi="Times New Roman" w:cs="Times New Roman"/>
        </w:rPr>
        <w:t xml:space="preserve">ühtse </w:t>
      </w:r>
      <w:r w:rsidR="005E5730">
        <w:rPr>
          <w:rFonts w:ascii="Times New Roman" w:hAnsi="Times New Roman" w:cs="Times New Roman"/>
        </w:rPr>
        <w:t>terviklik</w:t>
      </w:r>
      <w:r w:rsidR="0005673B">
        <w:rPr>
          <w:rFonts w:ascii="Times New Roman" w:hAnsi="Times New Roman" w:cs="Times New Roman"/>
        </w:rPr>
        <w:t>u</w:t>
      </w:r>
      <w:r w:rsidR="005E5730">
        <w:rPr>
          <w:rFonts w:ascii="Times New Roman" w:hAnsi="Times New Roman" w:cs="Times New Roman"/>
        </w:rPr>
        <w:t xml:space="preserve"> üldkasutatava maa sihtotstarbega ala</w:t>
      </w:r>
      <w:r w:rsidR="00985149">
        <w:rPr>
          <w:rFonts w:ascii="Times New Roman" w:hAnsi="Times New Roman" w:cs="Times New Roman"/>
        </w:rPr>
        <w:t xml:space="preserve"> ligikaudse pindalaga</w:t>
      </w:r>
      <w:r w:rsidR="00D23802">
        <w:rPr>
          <w:rFonts w:ascii="Times New Roman" w:hAnsi="Times New Roman" w:cs="Times New Roman"/>
        </w:rPr>
        <w:t xml:space="preserve"> </w:t>
      </w:r>
      <w:bookmarkEnd w:id="1"/>
      <w:r w:rsidR="000A5E41">
        <w:rPr>
          <w:rFonts w:ascii="Times New Roman" w:hAnsi="Times New Roman" w:cs="Times New Roman"/>
        </w:rPr>
        <w:t>10</w:t>
      </w:r>
      <w:r w:rsidR="00CF396B">
        <w:rPr>
          <w:rFonts w:ascii="Times New Roman" w:hAnsi="Times New Roman" w:cs="Times New Roman"/>
        </w:rPr>
        <w:t>7</w:t>
      </w:r>
      <w:r w:rsidR="000A5E41">
        <w:rPr>
          <w:rFonts w:ascii="Times New Roman" w:hAnsi="Times New Roman" w:cs="Times New Roman"/>
        </w:rPr>
        <w:t>00 m</w:t>
      </w:r>
      <w:r w:rsidR="000A5E41">
        <w:rPr>
          <w:rFonts w:ascii="Times New Roman" w:hAnsi="Times New Roman" w:cs="Times New Roman"/>
          <w:vertAlign w:val="superscript"/>
        </w:rPr>
        <w:t>2</w:t>
      </w:r>
      <w:r w:rsidR="00985149">
        <w:rPr>
          <w:rFonts w:ascii="Times New Roman" w:hAnsi="Times New Roman" w:cs="Times New Roman"/>
        </w:rPr>
        <w:t xml:space="preserve"> </w:t>
      </w:r>
      <w:r w:rsidR="006822AB">
        <w:rPr>
          <w:rFonts w:ascii="Times New Roman" w:hAnsi="Times New Roman" w:cs="Times New Roman"/>
        </w:rPr>
        <w:t xml:space="preserve"> </w:t>
      </w:r>
      <w:r w:rsidR="00503B60">
        <w:rPr>
          <w:rFonts w:ascii="Times New Roman" w:hAnsi="Times New Roman" w:cs="Times New Roman"/>
        </w:rPr>
        <w:t>(</w:t>
      </w:r>
      <w:r w:rsidR="00787AED">
        <w:rPr>
          <w:rFonts w:ascii="Times New Roman" w:hAnsi="Times New Roman" w:cs="Times New Roman"/>
        </w:rPr>
        <w:t>MKK 1</w:t>
      </w:r>
      <w:r w:rsidR="00503B60">
        <w:rPr>
          <w:rFonts w:ascii="Times New Roman" w:hAnsi="Times New Roman" w:cs="Times New Roman"/>
        </w:rPr>
        <w:t xml:space="preserve">). </w:t>
      </w:r>
      <w:r w:rsidR="00E20DDA">
        <w:rPr>
          <w:rFonts w:ascii="Times New Roman" w:hAnsi="Times New Roman" w:cs="Times New Roman"/>
        </w:rPr>
        <w:t xml:space="preserve"> </w:t>
      </w:r>
    </w:p>
    <w:p w14:paraId="1CEA5A76" w14:textId="16D8D206" w:rsidR="003C7335" w:rsidRDefault="005057E7" w:rsidP="00D677E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Uuskülas</w:t>
      </w:r>
      <w:r w:rsidR="00954C29">
        <w:rPr>
          <w:rFonts w:ascii="Times New Roman" w:hAnsi="Times New Roman" w:cs="Times New Roman"/>
        </w:rPr>
        <w:t xml:space="preserve"> on valla omandis </w:t>
      </w:r>
      <w:r w:rsidR="00377390">
        <w:rPr>
          <w:rFonts w:ascii="Times New Roman" w:hAnsi="Times New Roman" w:cs="Times New Roman"/>
        </w:rPr>
        <w:t>Nelgi jalgtee</w:t>
      </w:r>
      <w:r w:rsidR="00B8307B">
        <w:rPr>
          <w:rFonts w:ascii="Times New Roman" w:hAnsi="Times New Roman" w:cs="Times New Roman"/>
        </w:rPr>
        <w:t xml:space="preserve">, </w:t>
      </w:r>
      <w:r w:rsidR="008A2A0A">
        <w:rPr>
          <w:rFonts w:ascii="Times New Roman" w:hAnsi="Times New Roman" w:cs="Times New Roman"/>
        </w:rPr>
        <w:t>m</w:t>
      </w:r>
      <w:r w:rsidR="00455FAC">
        <w:rPr>
          <w:rFonts w:ascii="Times New Roman" w:hAnsi="Times New Roman" w:cs="Times New Roman"/>
        </w:rPr>
        <w:t xml:space="preserve">is lõpeb ca </w:t>
      </w:r>
      <w:r w:rsidR="0063598D">
        <w:rPr>
          <w:rFonts w:ascii="Times New Roman" w:hAnsi="Times New Roman" w:cs="Times New Roman"/>
        </w:rPr>
        <w:t>17</w:t>
      </w:r>
      <w:r w:rsidR="00455FAC">
        <w:rPr>
          <w:rFonts w:ascii="Times New Roman" w:hAnsi="Times New Roman" w:cs="Times New Roman"/>
        </w:rPr>
        <w:t xml:space="preserve"> m enne põhikaardil kajastatud Peipsi järve piiri</w:t>
      </w:r>
      <w:r w:rsidR="004A37D1">
        <w:rPr>
          <w:rFonts w:ascii="Times New Roman" w:hAnsi="Times New Roman" w:cs="Times New Roman"/>
        </w:rPr>
        <w:t>. Vallavalits</w:t>
      </w:r>
      <w:r w:rsidR="0005673B">
        <w:rPr>
          <w:rFonts w:ascii="Times New Roman" w:hAnsi="Times New Roman" w:cs="Times New Roman"/>
        </w:rPr>
        <w:t>us</w:t>
      </w:r>
      <w:r w:rsidR="004A37D1">
        <w:rPr>
          <w:rFonts w:ascii="Times New Roman" w:hAnsi="Times New Roman" w:cs="Times New Roman"/>
        </w:rPr>
        <w:t xml:space="preserve"> teeb ettepaneku jagada</w:t>
      </w:r>
      <w:r w:rsidR="00783CC2">
        <w:rPr>
          <w:rFonts w:ascii="Times New Roman" w:hAnsi="Times New Roman" w:cs="Times New Roman"/>
        </w:rPr>
        <w:t xml:space="preserve"> </w:t>
      </w:r>
      <w:r w:rsidR="00DB3577">
        <w:rPr>
          <w:rFonts w:ascii="Times New Roman" w:hAnsi="Times New Roman" w:cs="Times New Roman"/>
        </w:rPr>
        <w:t>Rannariba katastriüksus</w:t>
      </w:r>
      <w:r w:rsidR="00783CC2">
        <w:rPr>
          <w:rFonts w:ascii="Times New Roman" w:hAnsi="Times New Roman" w:cs="Times New Roman"/>
        </w:rPr>
        <w:t xml:space="preserve"> </w:t>
      </w:r>
      <w:r w:rsidR="00EA29EC">
        <w:rPr>
          <w:rFonts w:ascii="Times New Roman" w:hAnsi="Times New Roman" w:cs="Times New Roman"/>
        </w:rPr>
        <w:t xml:space="preserve">alates </w:t>
      </w:r>
      <w:r w:rsidR="00783CC2">
        <w:rPr>
          <w:rFonts w:ascii="Times New Roman" w:hAnsi="Times New Roman" w:cs="Times New Roman"/>
        </w:rPr>
        <w:t xml:space="preserve">Nelgi jalgtee </w:t>
      </w:r>
      <w:r w:rsidR="00EA29EC">
        <w:rPr>
          <w:rFonts w:ascii="Times New Roman" w:hAnsi="Times New Roman" w:cs="Times New Roman"/>
        </w:rPr>
        <w:t>ida</w:t>
      </w:r>
      <w:r w:rsidR="00E929FE">
        <w:rPr>
          <w:rFonts w:ascii="Times New Roman" w:hAnsi="Times New Roman" w:cs="Times New Roman"/>
        </w:rPr>
        <w:t xml:space="preserve"> poolsest katastripiirist järveni</w:t>
      </w:r>
      <w:r w:rsidR="004B4B4A">
        <w:rPr>
          <w:rFonts w:ascii="Times New Roman" w:hAnsi="Times New Roman" w:cs="Times New Roman"/>
        </w:rPr>
        <w:t xml:space="preserve">, edasi </w:t>
      </w:r>
      <w:r w:rsidR="00EA29EC">
        <w:rPr>
          <w:rFonts w:ascii="Times New Roman" w:hAnsi="Times New Roman" w:cs="Times New Roman"/>
        </w:rPr>
        <w:t xml:space="preserve">lääne </w:t>
      </w:r>
      <w:r w:rsidR="004B4B4A">
        <w:rPr>
          <w:rFonts w:ascii="Times New Roman" w:hAnsi="Times New Roman" w:cs="Times New Roman"/>
        </w:rPr>
        <w:t>suunas</w:t>
      </w:r>
      <w:r w:rsidR="00EA29EC">
        <w:rPr>
          <w:rFonts w:ascii="Times New Roman" w:hAnsi="Times New Roman" w:cs="Times New Roman"/>
        </w:rPr>
        <w:t xml:space="preserve"> kuni </w:t>
      </w:r>
      <w:r w:rsidR="00AE1CB8">
        <w:rPr>
          <w:rFonts w:ascii="Times New Roman" w:hAnsi="Times New Roman" w:cs="Times New Roman"/>
        </w:rPr>
        <w:t xml:space="preserve">riigi omandis </w:t>
      </w:r>
      <w:r w:rsidR="00AE1CB8" w:rsidRPr="00AE1CB8">
        <w:rPr>
          <w:rFonts w:ascii="Times New Roman" w:hAnsi="Times New Roman" w:cs="Times New Roman"/>
        </w:rPr>
        <w:t>oleva Iisaku metskond 35 katastriüksuseni  12201:001:0460</w:t>
      </w:r>
      <w:r w:rsidR="000909ED">
        <w:rPr>
          <w:rFonts w:ascii="Times New Roman" w:hAnsi="Times New Roman" w:cs="Times New Roman"/>
        </w:rPr>
        <w:t>,</w:t>
      </w:r>
      <w:r w:rsidR="000A5E41">
        <w:rPr>
          <w:rFonts w:ascii="Times New Roman" w:hAnsi="Times New Roman" w:cs="Times New Roman"/>
        </w:rPr>
        <w:t xml:space="preserve"> ning</w:t>
      </w:r>
      <w:r w:rsidR="004B4B4A">
        <w:rPr>
          <w:rFonts w:ascii="Times New Roman" w:hAnsi="Times New Roman" w:cs="Times New Roman"/>
        </w:rPr>
        <w:t xml:space="preserve"> </w:t>
      </w:r>
      <w:r w:rsidR="00AE1CB8">
        <w:rPr>
          <w:rFonts w:ascii="Times New Roman" w:hAnsi="Times New Roman" w:cs="Times New Roman"/>
        </w:rPr>
        <w:t>liita er</w:t>
      </w:r>
      <w:r w:rsidR="00C13033">
        <w:rPr>
          <w:rFonts w:ascii="Times New Roman" w:hAnsi="Times New Roman" w:cs="Times New Roman"/>
        </w:rPr>
        <w:t>aldi</w:t>
      </w:r>
      <w:r w:rsidR="000A6B0F">
        <w:rPr>
          <w:rFonts w:ascii="Times New Roman" w:hAnsi="Times New Roman" w:cs="Times New Roman"/>
        </w:rPr>
        <w:t xml:space="preserve"> moodustatud Liivakella katastriüksus</w:t>
      </w:r>
      <w:r w:rsidR="004B4B4A">
        <w:rPr>
          <w:rFonts w:ascii="Times New Roman" w:hAnsi="Times New Roman" w:cs="Times New Roman"/>
        </w:rPr>
        <w:t>ega</w:t>
      </w:r>
      <w:r w:rsidR="000A6B0F">
        <w:rPr>
          <w:rFonts w:ascii="Times New Roman" w:hAnsi="Times New Roman" w:cs="Times New Roman"/>
        </w:rPr>
        <w:t xml:space="preserve"> 13001:001</w:t>
      </w:r>
      <w:r w:rsidR="00787AED">
        <w:rPr>
          <w:rFonts w:ascii="Times New Roman" w:hAnsi="Times New Roman" w:cs="Times New Roman"/>
        </w:rPr>
        <w:t>:</w:t>
      </w:r>
      <w:r w:rsidR="000A6B0F">
        <w:rPr>
          <w:rFonts w:ascii="Times New Roman" w:hAnsi="Times New Roman" w:cs="Times New Roman"/>
        </w:rPr>
        <w:t>0622</w:t>
      </w:r>
      <w:r w:rsidR="00080B92">
        <w:rPr>
          <w:rFonts w:ascii="Times New Roman" w:hAnsi="Times New Roman" w:cs="Times New Roman"/>
        </w:rPr>
        <w:t xml:space="preserve">, </w:t>
      </w:r>
      <w:bookmarkStart w:id="2" w:name="_Hlk208915351"/>
      <w:r w:rsidR="00080B92">
        <w:rPr>
          <w:rFonts w:ascii="Times New Roman" w:hAnsi="Times New Roman" w:cs="Times New Roman"/>
        </w:rPr>
        <w:t>mis</w:t>
      </w:r>
      <w:r w:rsidR="00080B92" w:rsidRPr="00080B92">
        <w:t xml:space="preserve"> </w:t>
      </w:r>
      <w:r w:rsidR="00080B92" w:rsidRPr="00080B92">
        <w:rPr>
          <w:rFonts w:ascii="Times New Roman" w:hAnsi="Times New Roman" w:cs="Times New Roman"/>
        </w:rPr>
        <w:t>moodustaks ühtse tervikliku üldkasutatava maa sihtotstarbega ala ligikaudse pindalaga</w:t>
      </w:r>
      <w:r w:rsidR="00080B92">
        <w:rPr>
          <w:rFonts w:ascii="Times New Roman" w:hAnsi="Times New Roman" w:cs="Times New Roman"/>
        </w:rPr>
        <w:t xml:space="preserve"> </w:t>
      </w:r>
      <w:r w:rsidR="00252B47">
        <w:rPr>
          <w:rFonts w:ascii="Times New Roman" w:hAnsi="Times New Roman" w:cs="Times New Roman"/>
        </w:rPr>
        <w:t>5100</w:t>
      </w:r>
      <w:r w:rsidR="00080B92">
        <w:rPr>
          <w:rFonts w:ascii="Times New Roman" w:hAnsi="Times New Roman" w:cs="Times New Roman"/>
        </w:rPr>
        <w:t xml:space="preserve"> </w:t>
      </w:r>
      <w:r w:rsidR="00080B92" w:rsidRPr="00080B92">
        <w:rPr>
          <w:rFonts w:ascii="Times New Roman" w:hAnsi="Times New Roman" w:cs="Times New Roman"/>
        </w:rPr>
        <w:t>m</w:t>
      </w:r>
      <w:r w:rsidR="00AC23FC">
        <w:rPr>
          <w:rFonts w:ascii="Times New Roman" w:hAnsi="Times New Roman" w:cs="Times New Roman"/>
          <w:vertAlign w:val="superscript"/>
        </w:rPr>
        <w:t>2</w:t>
      </w:r>
      <w:r w:rsidR="00787AED">
        <w:rPr>
          <w:rFonts w:ascii="Times New Roman" w:hAnsi="Times New Roman" w:cs="Times New Roman"/>
        </w:rPr>
        <w:t xml:space="preserve"> (MKK 2</w:t>
      </w:r>
      <w:r w:rsidR="00AC23FC">
        <w:rPr>
          <w:rFonts w:ascii="Times New Roman" w:hAnsi="Times New Roman" w:cs="Times New Roman"/>
        </w:rPr>
        <w:t>)</w:t>
      </w:r>
      <w:r w:rsidR="00787AED">
        <w:rPr>
          <w:rFonts w:ascii="Times New Roman" w:hAnsi="Times New Roman" w:cs="Times New Roman"/>
        </w:rPr>
        <w:t>.</w:t>
      </w:r>
      <w:r w:rsidR="00C13033">
        <w:rPr>
          <w:rFonts w:ascii="Times New Roman" w:hAnsi="Times New Roman" w:cs="Times New Roman"/>
        </w:rPr>
        <w:t xml:space="preserve"> </w:t>
      </w:r>
    </w:p>
    <w:bookmarkEnd w:id="2"/>
    <w:p w14:paraId="2F65FCCB" w14:textId="12E36432" w:rsidR="00A52EAC" w:rsidRDefault="00A52EAC" w:rsidP="00D677EF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Katase</w:t>
      </w:r>
      <w:proofErr w:type="spellEnd"/>
      <w:r>
        <w:rPr>
          <w:rFonts w:ascii="Times New Roman" w:hAnsi="Times New Roman" w:cs="Times New Roman"/>
        </w:rPr>
        <w:t xml:space="preserve"> külas </w:t>
      </w:r>
      <w:r w:rsidR="004D4657">
        <w:rPr>
          <w:rFonts w:ascii="Times New Roman" w:hAnsi="Times New Roman" w:cs="Times New Roman"/>
        </w:rPr>
        <w:t xml:space="preserve">on </w:t>
      </w:r>
      <w:r w:rsidR="004D4657" w:rsidRPr="004D4657">
        <w:rPr>
          <w:rFonts w:ascii="Times New Roman" w:hAnsi="Times New Roman" w:cs="Times New Roman"/>
        </w:rPr>
        <w:t>Parkimise katastriüksus 13001:001:0228</w:t>
      </w:r>
      <w:r w:rsidR="004D4657">
        <w:rPr>
          <w:rFonts w:ascii="Times New Roman" w:hAnsi="Times New Roman" w:cs="Times New Roman"/>
        </w:rPr>
        <w:t>,</w:t>
      </w:r>
      <w:r w:rsidR="004D4657" w:rsidRPr="004D4657">
        <w:t xml:space="preserve"> </w:t>
      </w:r>
      <w:r w:rsidR="004D4657" w:rsidRPr="004D4657">
        <w:rPr>
          <w:rFonts w:ascii="Times New Roman" w:hAnsi="Times New Roman" w:cs="Times New Roman"/>
        </w:rPr>
        <w:t xml:space="preserve">mis lõpeb </w:t>
      </w:r>
      <w:r w:rsidR="00CF4483">
        <w:rPr>
          <w:rFonts w:ascii="Times New Roman" w:hAnsi="Times New Roman" w:cs="Times New Roman"/>
        </w:rPr>
        <w:t>jalgtee laiuse ribana</w:t>
      </w:r>
      <w:r w:rsidR="00CF4483" w:rsidRPr="004D4657">
        <w:rPr>
          <w:rFonts w:ascii="Times New Roman" w:hAnsi="Times New Roman" w:cs="Times New Roman"/>
        </w:rPr>
        <w:t xml:space="preserve"> </w:t>
      </w:r>
      <w:r w:rsidR="004D4657" w:rsidRPr="004D4657">
        <w:rPr>
          <w:rFonts w:ascii="Times New Roman" w:hAnsi="Times New Roman" w:cs="Times New Roman"/>
        </w:rPr>
        <w:t xml:space="preserve">ca </w:t>
      </w:r>
      <w:r w:rsidR="00804AA4">
        <w:rPr>
          <w:rFonts w:ascii="Times New Roman" w:hAnsi="Times New Roman" w:cs="Times New Roman"/>
        </w:rPr>
        <w:t>5</w:t>
      </w:r>
      <w:r w:rsidR="004D4657" w:rsidRPr="004D4657">
        <w:rPr>
          <w:rFonts w:ascii="Times New Roman" w:hAnsi="Times New Roman" w:cs="Times New Roman"/>
        </w:rPr>
        <w:t>0 m enne põhikaardil kajastatud Peipsi järve piiri.</w:t>
      </w:r>
      <w:r w:rsidR="00804AA4" w:rsidRPr="00804AA4">
        <w:t xml:space="preserve"> </w:t>
      </w:r>
      <w:r w:rsidR="00804AA4" w:rsidRPr="00804AA4">
        <w:rPr>
          <w:rFonts w:ascii="Times New Roman" w:hAnsi="Times New Roman" w:cs="Times New Roman"/>
        </w:rPr>
        <w:t>Vallavalitsus teeb ettepaneku jagada Rannariba katastriüksus</w:t>
      </w:r>
      <w:r w:rsidR="00806671">
        <w:rPr>
          <w:rFonts w:ascii="Times New Roman" w:hAnsi="Times New Roman" w:cs="Times New Roman"/>
        </w:rPr>
        <w:t xml:space="preserve"> </w:t>
      </w:r>
      <w:r w:rsidR="00370841">
        <w:rPr>
          <w:rFonts w:ascii="Times New Roman" w:hAnsi="Times New Roman" w:cs="Times New Roman"/>
        </w:rPr>
        <w:t xml:space="preserve">läänest </w:t>
      </w:r>
      <w:r w:rsidR="000E36C7">
        <w:rPr>
          <w:rFonts w:ascii="Times New Roman" w:hAnsi="Times New Roman" w:cs="Times New Roman"/>
        </w:rPr>
        <w:t xml:space="preserve">alates </w:t>
      </w:r>
      <w:r w:rsidR="001965DA">
        <w:rPr>
          <w:rFonts w:ascii="Times New Roman" w:hAnsi="Times New Roman" w:cs="Times New Roman"/>
        </w:rPr>
        <w:t xml:space="preserve">Tuulekoja </w:t>
      </w:r>
      <w:proofErr w:type="spellStart"/>
      <w:r w:rsidR="001965DA">
        <w:rPr>
          <w:rFonts w:ascii="Times New Roman" w:hAnsi="Times New Roman" w:cs="Times New Roman"/>
        </w:rPr>
        <w:t>vkt</w:t>
      </w:r>
      <w:proofErr w:type="spellEnd"/>
      <w:r w:rsidR="001965DA">
        <w:rPr>
          <w:rFonts w:ascii="Times New Roman" w:hAnsi="Times New Roman" w:cs="Times New Roman"/>
        </w:rPr>
        <w:t xml:space="preserve"> 13 ja 14 vahelis</w:t>
      </w:r>
      <w:r w:rsidR="000E36C7">
        <w:rPr>
          <w:rFonts w:ascii="Times New Roman" w:hAnsi="Times New Roman" w:cs="Times New Roman"/>
        </w:rPr>
        <w:t>es</w:t>
      </w:r>
      <w:r w:rsidR="001965DA">
        <w:rPr>
          <w:rFonts w:ascii="Times New Roman" w:hAnsi="Times New Roman" w:cs="Times New Roman"/>
        </w:rPr>
        <w:t>t piiri</w:t>
      </w:r>
      <w:r w:rsidR="000E36C7">
        <w:rPr>
          <w:rFonts w:ascii="Times New Roman" w:hAnsi="Times New Roman" w:cs="Times New Roman"/>
        </w:rPr>
        <w:t>st</w:t>
      </w:r>
      <w:r w:rsidR="00136C6A">
        <w:rPr>
          <w:rFonts w:ascii="Times New Roman" w:hAnsi="Times New Roman" w:cs="Times New Roman"/>
        </w:rPr>
        <w:t xml:space="preserve">, idast </w:t>
      </w:r>
      <w:r w:rsidR="003C7222">
        <w:rPr>
          <w:rFonts w:ascii="Times New Roman" w:hAnsi="Times New Roman" w:cs="Times New Roman"/>
        </w:rPr>
        <w:t>Rannasalu tee 121 ja 123 vahelis</w:t>
      </w:r>
      <w:r w:rsidR="00172D00">
        <w:rPr>
          <w:rFonts w:ascii="Times New Roman" w:hAnsi="Times New Roman" w:cs="Times New Roman"/>
        </w:rPr>
        <w:t>est piiris</w:t>
      </w:r>
      <w:r w:rsidR="003C7222">
        <w:rPr>
          <w:rFonts w:ascii="Times New Roman" w:hAnsi="Times New Roman" w:cs="Times New Roman"/>
        </w:rPr>
        <w:t>t</w:t>
      </w:r>
      <w:r w:rsidR="00127A36">
        <w:rPr>
          <w:rFonts w:ascii="Times New Roman" w:hAnsi="Times New Roman" w:cs="Times New Roman"/>
        </w:rPr>
        <w:t>,</w:t>
      </w:r>
      <w:r w:rsidR="000E36C7">
        <w:rPr>
          <w:rFonts w:ascii="Times New Roman" w:hAnsi="Times New Roman" w:cs="Times New Roman"/>
        </w:rPr>
        <w:t xml:space="preserve"> </w:t>
      </w:r>
      <w:r w:rsidR="00127A36" w:rsidRPr="00127A36">
        <w:rPr>
          <w:rFonts w:ascii="Times New Roman" w:hAnsi="Times New Roman" w:cs="Times New Roman"/>
        </w:rPr>
        <w:t xml:space="preserve">mis moodustaks ühtse tervikliku üldkasutatava maa sihtotstarbega ala ligikaudse pindalaga </w:t>
      </w:r>
      <w:r w:rsidR="00DC6740">
        <w:rPr>
          <w:rFonts w:ascii="Times New Roman" w:hAnsi="Times New Roman" w:cs="Times New Roman"/>
        </w:rPr>
        <w:t>10900</w:t>
      </w:r>
      <w:r w:rsidR="00127A36" w:rsidRPr="00127A36">
        <w:rPr>
          <w:rFonts w:ascii="Times New Roman" w:hAnsi="Times New Roman" w:cs="Times New Roman"/>
        </w:rPr>
        <w:t xml:space="preserve"> m</w:t>
      </w:r>
      <w:r w:rsidR="00DC6740">
        <w:rPr>
          <w:rFonts w:ascii="Times New Roman" w:hAnsi="Times New Roman" w:cs="Times New Roman"/>
          <w:vertAlign w:val="superscript"/>
        </w:rPr>
        <w:t>2</w:t>
      </w:r>
      <w:r w:rsidR="00127A36" w:rsidRPr="00127A36">
        <w:rPr>
          <w:rFonts w:ascii="Times New Roman" w:hAnsi="Times New Roman" w:cs="Times New Roman"/>
        </w:rPr>
        <w:t xml:space="preserve"> (MKK </w:t>
      </w:r>
      <w:r w:rsidR="00DC6740">
        <w:rPr>
          <w:rFonts w:ascii="Times New Roman" w:hAnsi="Times New Roman" w:cs="Times New Roman"/>
        </w:rPr>
        <w:t>3</w:t>
      </w:r>
      <w:r w:rsidR="00127A36" w:rsidRPr="00127A36">
        <w:rPr>
          <w:rFonts w:ascii="Times New Roman" w:hAnsi="Times New Roman" w:cs="Times New Roman"/>
        </w:rPr>
        <w:t>).</w:t>
      </w:r>
    </w:p>
    <w:p w14:paraId="678F4ED5" w14:textId="77777777" w:rsidR="00A52EAC" w:rsidRDefault="00A52EAC" w:rsidP="00D677EF">
      <w:pPr>
        <w:jc w:val="both"/>
        <w:rPr>
          <w:rFonts w:ascii="Times New Roman" w:hAnsi="Times New Roman" w:cs="Times New Roman"/>
        </w:rPr>
      </w:pPr>
    </w:p>
    <w:p w14:paraId="659D1251" w14:textId="7EB84DA7" w:rsidR="002E79C4" w:rsidRDefault="00330C39" w:rsidP="002816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Vallavalitsus tõendab, et m</w:t>
      </w:r>
      <w:r w:rsidR="00672CFB" w:rsidRPr="00E91D41">
        <w:rPr>
          <w:rFonts w:ascii="Times New Roman" w:hAnsi="Times New Roman" w:cs="Times New Roman"/>
        </w:rPr>
        <w:t>unitsipaalomandisse taotletav</w:t>
      </w:r>
      <w:r w:rsidR="000743BF">
        <w:rPr>
          <w:rFonts w:ascii="Times New Roman" w:hAnsi="Times New Roman" w:cs="Times New Roman"/>
        </w:rPr>
        <w:t>a</w:t>
      </w:r>
      <w:r w:rsidR="004B4B4A">
        <w:rPr>
          <w:rFonts w:ascii="Times New Roman" w:hAnsi="Times New Roman" w:cs="Times New Roman"/>
        </w:rPr>
        <w:t>te</w:t>
      </w:r>
      <w:r w:rsidR="00672CFB" w:rsidRPr="00E91D41">
        <w:rPr>
          <w:rFonts w:ascii="Times New Roman" w:hAnsi="Times New Roman" w:cs="Times New Roman"/>
        </w:rPr>
        <w:t xml:space="preserve"> katastriüksus</w:t>
      </w:r>
      <w:r w:rsidR="000743BF">
        <w:rPr>
          <w:rFonts w:ascii="Times New Roman" w:hAnsi="Times New Roman" w:cs="Times New Roman"/>
        </w:rPr>
        <w:t>e kohta</w:t>
      </w:r>
      <w:r w:rsidR="00672CFB" w:rsidRPr="00E91D41">
        <w:rPr>
          <w:rFonts w:ascii="Times New Roman" w:hAnsi="Times New Roman" w:cs="Times New Roman"/>
        </w:rPr>
        <w:t xml:space="preserve"> </w:t>
      </w:r>
      <w:r w:rsidR="000743BF">
        <w:rPr>
          <w:rFonts w:ascii="Times New Roman" w:hAnsi="Times New Roman" w:cs="Times New Roman"/>
        </w:rPr>
        <w:t xml:space="preserve">ei </w:t>
      </w:r>
      <w:r w:rsidR="000478C3">
        <w:rPr>
          <w:rFonts w:ascii="Times New Roman" w:hAnsi="Times New Roman" w:cs="Times New Roman"/>
        </w:rPr>
        <w:t>o</w:t>
      </w:r>
      <w:r w:rsidR="000743BF">
        <w:rPr>
          <w:rFonts w:ascii="Times New Roman" w:hAnsi="Times New Roman" w:cs="Times New Roman"/>
        </w:rPr>
        <w:t>le esitatud</w:t>
      </w:r>
      <w:r w:rsidR="000478C3">
        <w:rPr>
          <w:rFonts w:ascii="Times New Roman" w:hAnsi="Times New Roman" w:cs="Times New Roman"/>
        </w:rPr>
        <w:t xml:space="preserve"> </w:t>
      </w:r>
      <w:r w:rsidR="00672CFB" w:rsidRPr="00E91D41">
        <w:rPr>
          <w:rFonts w:ascii="Times New Roman" w:hAnsi="Times New Roman" w:cs="Times New Roman"/>
        </w:rPr>
        <w:t>maa ostueesõ</w:t>
      </w:r>
      <w:r w:rsidR="00672CFB">
        <w:rPr>
          <w:rFonts w:ascii="Times New Roman" w:hAnsi="Times New Roman" w:cs="Times New Roman"/>
        </w:rPr>
        <w:t>igusega</w:t>
      </w:r>
      <w:r w:rsidR="000478C3">
        <w:rPr>
          <w:rFonts w:ascii="Times New Roman" w:hAnsi="Times New Roman" w:cs="Times New Roman"/>
        </w:rPr>
        <w:t xml:space="preserve"> erastami</w:t>
      </w:r>
      <w:r w:rsidR="000743BF">
        <w:rPr>
          <w:rFonts w:ascii="Times New Roman" w:hAnsi="Times New Roman" w:cs="Times New Roman"/>
        </w:rPr>
        <w:t>s</w:t>
      </w:r>
      <w:r w:rsidR="000478C3">
        <w:rPr>
          <w:rFonts w:ascii="Times New Roman" w:hAnsi="Times New Roman" w:cs="Times New Roman"/>
        </w:rPr>
        <w:t>e</w:t>
      </w:r>
      <w:r w:rsidR="000743BF">
        <w:rPr>
          <w:rFonts w:ascii="Times New Roman" w:hAnsi="Times New Roman" w:cs="Times New Roman"/>
        </w:rPr>
        <w:t xml:space="preserve"> ega </w:t>
      </w:r>
      <w:r w:rsidR="00672CFB" w:rsidRPr="00E91D41">
        <w:rPr>
          <w:rFonts w:ascii="Times New Roman" w:hAnsi="Times New Roman" w:cs="Times New Roman"/>
        </w:rPr>
        <w:t>maa tagastamise</w:t>
      </w:r>
      <w:r w:rsidR="000743BF">
        <w:rPr>
          <w:rFonts w:ascii="Times New Roman" w:hAnsi="Times New Roman" w:cs="Times New Roman"/>
        </w:rPr>
        <w:t xml:space="preserve"> avaldusi.</w:t>
      </w:r>
      <w:r w:rsidR="00672CFB">
        <w:rPr>
          <w:rFonts w:ascii="Times New Roman" w:hAnsi="Times New Roman" w:cs="Times New Roman"/>
        </w:rPr>
        <w:t xml:space="preserve"> </w:t>
      </w:r>
    </w:p>
    <w:p w14:paraId="55D4A922" w14:textId="77777777" w:rsidR="006443EE" w:rsidRPr="002E79C4" w:rsidRDefault="006443EE" w:rsidP="002816F0">
      <w:pPr>
        <w:jc w:val="both"/>
        <w:rPr>
          <w:rFonts w:ascii="Times New Roman" w:hAnsi="Times New Roman" w:cs="Times New Roman"/>
        </w:rPr>
      </w:pPr>
    </w:p>
    <w:p w14:paraId="5A6952EB" w14:textId="48698825" w:rsidR="00E91D41" w:rsidRDefault="00345EAD" w:rsidP="005424E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Alutaguse</w:t>
      </w:r>
      <w:r w:rsidR="00E91D41" w:rsidRPr="00E91D41">
        <w:rPr>
          <w:rFonts w:ascii="Times New Roman" w:hAnsi="Times New Roman" w:cs="Times New Roman"/>
        </w:rPr>
        <w:t xml:space="preserve"> Vallavalitsus palub </w:t>
      </w:r>
      <w:r w:rsidR="00407EBD">
        <w:rPr>
          <w:rFonts w:ascii="Times New Roman" w:hAnsi="Times New Roman" w:cs="Times New Roman"/>
        </w:rPr>
        <w:t xml:space="preserve">jagada </w:t>
      </w:r>
      <w:r w:rsidR="00FF09E9">
        <w:rPr>
          <w:rFonts w:ascii="Times New Roman" w:hAnsi="Times New Roman" w:cs="Times New Roman"/>
        </w:rPr>
        <w:t>Rannariba</w:t>
      </w:r>
      <w:r w:rsidR="00407EBD">
        <w:rPr>
          <w:rFonts w:ascii="Times New Roman" w:hAnsi="Times New Roman" w:cs="Times New Roman"/>
        </w:rPr>
        <w:t xml:space="preserve"> katastriüksus ja </w:t>
      </w:r>
      <w:r w:rsidR="00FF09E9">
        <w:rPr>
          <w:rFonts w:ascii="Times New Roman" w:hAnsi="Times New Roman" w:cs="Times New Roman"/>
        </w:rPr>
        <w:t xml:space="preserve">moodustada </w:t>
      </w:r>
      <w:r w:rsidR="0046709B">
        <w:rPr>
          <w:rFonts w:ascii="Times New Roman" w:hAnsi="Times New Roman" w:cs="Times New Roman"/>
        </w:rPr>
        <w:t>eraldi kat</w:t>
      </w:r>
      <w:r w:rsidR="00C40E84">
        <w:rPr>
          <w:rFonts w:ascii="Times New Roman" w:hAnsi="Times New Roman" w:cs="Times New Roman"/>
        </w:rPr>
        <w:t>astriüksused</w:t>
      </w:r>
      <w:r w:rsidR="000F060D">
        <w:rPr>
          <w:rFonts w:ascii="Times New Roman" w:hAnsi="Times New Roman" w:cs="Times New Roman"/>
        </w:rPr>
        <w:t xml:space="preserve">, mida </w:t>
      </w:r>
      <w:r w:rsidR="0018238C">
        <w:rPr>
          <w:rFonts w:ascii="Times New Roman" w:hAnsi="Times New Roman" w:cs="Times New Roman"/>
        </w:rPr>
        <w:t xml:space="preserve">vallavalitsus taotleb </w:t>
      </w:r>
      <w:r w:rsidR="00E91D41" w:rsidRPr="00E91D41">
        <w:rPr>
          <w:rFonts w:ascii="Times New Roman" w:hAnsi="Times New Roman" w:cs="Times New Roman"/>
        </w:rPr>
        <w:t xml:space="preserve"> munitsipaalomandisse</w:t>
      </w:r>
      <w:r w:rsidR="0018238C">
        <w:rPr>
          <w:rFonts w:ascii="Times New Roman" w:hAnsi="Times New Roman" w:cs="Times New Roman"/>
        </w:rPr>
        <w:t xml:space="preserve"> </w:t>
      </w:r>
      <w:r w:rsidR="00256DCD">
        <w:rPr>
          <w:rFonts w:ascii="Times New Roman" w:hAnsi="Times New Roman" w:cs="Times New Roman"/>
        </w:rPr>
        <w:t xml:space="preserve">üldkasutatava </w:t>
      </w:r>
      <w:r w:rsidR="00270BB6">
        <w:rPr>
          <w:rFonts w:ascii="Times New Roman" w:hAnsi="Times New Roman" w:cs="Times New Roman"/>
        </w:rPr>
        <w:t xml:space="preserve">maana </w:t>
      </w:r>
      <w:r w:rsidR="0018238C">
        <w:rPr>
          <w:rFonts w:ascii="Times New Roman" w:hAnsi="Times New Roman" w:cs="Times New Roman"/>
        </w:rPr>
        <w:t xml:space="preserve">tervikliku </w:t>
      </w:r>
      <w:r w:rsidR="00977A73">
        <w:rPr>
          <w:rFonts w:ascii="Times New Roman" w:hAnsi="Times New Roman" w:cs="Times New Roman"/>
        </w:rPr>
        <w:t>rannaala moodustamiseks</w:t>
      </w:r>
      <w:r w:rsidR="00386568">
        <w:rPr>
          <w:rFonts w:ascii="Times New Roman" w:hAnsi="Times New Roman" w:cs="Times New Roman"/>
        </w:rPr>
        <w:t>.</w:t>
      </w:r>
      <w:r w:rsidR="0018238C">
        <w:rPr>
          <w:rFonts w:ascii="Times New Roman" w:hAnsi="Times New Roman" w:cs="Times New Roman"/>
        </w:rPr>
        <w:t xml:space="preserve"> </w:t>
      </w:r>
    </w:p>
    <w:p w14:paraId="159EEBD9" w14:textId="77777777" w:rsidR="009E382B" w:rsidRDefault="009E382B" w:rsidP="00962798">
      <w:pPr>
        <w:rPr>
          <w:rFonts w:ascii="Times New Roman" w:hAnsi="Times New Roman" w:cs="Times New Roman"/>
        </w:rPr>
      </w:pPr>
    </w:p>
    <w:p w14:paraId="0CCA9B95" w14:textId="77777777" w:rsidR="00D93C38" w:rsidRDefault="00D93C38" w:rsidP="00962798">
      <w:pPr>
        <w:rPr>
          <w:rFonts w:ascii="Times New Roman" w:hAnsi="Times New Roman" w:cs="Times New Roman"/>
        </w:rPr>
      </w:pPr>
    </w:p>
    <w:p w14:paraId="0820CE10" w14:textId="77777777" w:rsidR="001A6C6E" w:rsidRDefault="001A6C6E" w:rsidP="00962798">
      <w:pPr>
        <w:rPr>
          <w:rFonts w:ascii="Times New Roman" w:hAnsi="Times New Roman" w:cs="Times New Roman"/>
        </w:rPr>
      </w:pPr>
    </w:p>
    <w:p w14:paraId="78F0DDC0" w14:textId="77777777" w:rsidR="001A6C6E" w:rsidRDefault="001A6C6E" w:rsidP="00962798">
      <w:pPr>
        <w:rPr>
          <w:rFonts w:ascii="Times New Roman" w:hAnsi="Times New Roman" w:cs="Times New Roman"/>
        </w:rPr>
      </w:pPr>
    </w:p>
    <w:p w14:paraId="0272C3B4" w14:textId="6D8DEE03" w:rsidR="009E382B" w:rsidRDefault="00962798" w:rsidP="00962798">
      <w:pPr>
        <w:rPr>
          <w:rFonts w:ascii="Times New Roman" w:hAnsi="Times New Roman" w:cs="Times New Roman"/>
        </w:rPr>
      </w:pPr>
      <w:r w:rsidRPr="002408B4">
        <w:rPr>
          <w:rFonts w:ascii="Times New Roman" w:hAnsi="Times New Roman" w:cs="Times New Roman"/>
        </w:rPr>
        <w:t>Lugupidamisega</w:t>
      </w:r>
    </w:p>
    <w:p w14:paraId="07CA934E" w14:textId="77777777" w:rsidR="00D93C38" w:rsidRDefault="00D93C38" w:rsidP="00962798">
      <w:pPr>
        <w:rPr>
          <w:rFonts w:ascii="Times New Roman" w:hAnsi="Times New Roman" w:cs="Times New Roman"/>
        </w:rPr>
      </w:pPr>
    </w:p>
    <w:p w14:paraId="270A3FF1" w14:textId="77777777" w:rsidR="00CB7CCB" w:rsidRDefault="00CB7CCB" w:rsidP="00962798">
      <w:pPr>
        <w:rPr>
          <w:rFonts w:ascii="Times New Roman" w:hAnsi="Times New Roman" w:cs="Times New Roman"/>
        </w:rPr>
      </w:pPr>
    </w:p>
    <w:p w14:paraId="0181D2B0" w14:textId="77777777" w:rsidR="00D14C94" w:rsidRDefault="00D14C94" w:rsidP="00962798">
      <w:pPr>
        <w:rPr>
          <w:rFonts w:ascii="Times New Roman" w:hAnsi="Times New Roman" w:cs="Times New Roman"/>
        </w:rPr>
      </w:pPr>
    </w:p>
    <w:p w14:paraId="6C7C48A5" w14:textId="77777777" w:rsidR="00962798" w:rsidRDefault="00D14C94" w:rsidP="00962798">
      <w:pPr>
        <w:rPr>
          <w:rFonts w:ascii="Times New Roman" w:hAnsi="Times New Roman" w:cs="Times New Roman"/>
          <w:i/>
        </w:rPr>
      </w:pPr>
      <w:r w:rsidRPr="00D14C94">
        <w:rPr>
          <w:rFonts w:ascii="Times New Roman" w:hAnsi="Times New Roman" w:cs="Times New Roman"/>
          <w:i/>
        </w:rPr>
        <w:t>/allkirjastatud digitaalselt/</w:t>
      </w:r>
    </w:p>
    <w:p w14:paraId="76FBE504" w14:textId="77777777" w:rsidR="009E382B" w:rsidRPr="00D14C94" w:rsidRDefault="009E382B" w:rsidP="00962798">
      <w:pPr>
        <w:rPr>
          <w:rFonts w:ascii="Times New Roman" w:hAnsi="Times New Roman" w:cs="Times New Roman"/>
          <w:i/>
        </w:rPr>
      </w:pPr>
    </w:p>
    <w:p w14:paraId="388DD1B3" w14:textId="77777777" w:rsidR="00C504F2" w:rsidRDefault="00C504F2" w:rsidP="009627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Tauno Võhmar</w:t>
      </w:r>
    </w:p>
    <w:p w14:paraId="33FBBEBE" w14:textId="50E7CEBA" w:rsidR="00C96D16" w:rsidRDefault="00C504F2" w:rsidP="009627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Vallavanem</w:t>
      </w:r>
    </w:p>
    <w:p w14:paraId="1757F4E0" w14:textId="77777777" w:rsidR="00075335" w:rsidRDefault="00075335" w:rsidP="00962798">
      <w:pPr>
        <w:rPr>
          <w:rFonts w:ascii="Times New Roman" w:hAnsi="Times New Roman" w:cs="Times New Roman"/>
        </w:rPr>
      </w:pPr>
    </w:p>
    <w:p w14:paraId="60453E12" w14:textId="77777777" w:rsidR="004B4B4A" w:rsidRDefault="004B4B4A" w:rsidP="00962798">
      <w:pPr>
        <w:rPr>
          <w:rFonts w:ascii="Times New Roman" w:hAnsi="Times New Roman" w:cs="Times New Roman"/>
        </w:rPr>
      </w:pPr>
    </w:p>
    <w:p w14:paraId="36146041" w14:textId="77777777" w:rsidR="004B4B4A" w:rsidRDefault="004B4B4A" w:rsidP="00962798">
      <w:pPr>
        <w:rPr>
          <w:rFonts w:ascii="Times New Roman" w:hAnsi="Times New Roman" w:cs="Times New Roman"/>
        </w:rPr>
      </w:pPr>
    </w:p>
    <w:p w14:paraId="6B481829" w14:textId="77777777" w:rsidR="001A6C6E" w:rsidRDefault="001A6C6E" w:rsidP="00962798">
      <w:pPr>
        <w:rPr>
          <w:rFonts w:ascii="Times New Roman" w:hAnsi="Times New Roman" w:cs="Times New Roman"/>
        </w:rPr>
      </w:pPr>
    </w:p>
    <w:p w14:paraId="20D99340" w14:textId="77777777" w:rsidR="001A6C6E" w:rsidRDefault="001A6C6E" w:rsidP="00962798">
      <w:pPr>
        <w:rPr>
          <w:rFonts w:ascii="Times New Roman" w:hAnsi="Times New Roman" w:cs="Times New Roman"/>
        </w:rPr>
      </w:pPr>
    </w:p>
    <w:p w14:paraId="5F9264F3" w14:textId="77777777" w:rsidR="001A6C6E" w:rsidRDefault="001A6C6E" w:rsidP="00962798">
      <w:pPr>
        <w:rPr>
          <w:rFonts w:ascii="Times New Roman" w:hAnsi="Times New Roman" w:cs="Times New Roman"/>
        </w:rPr>
      </w:pPr>
    </w:p>
    <w:p w14:paraId="4788455B" w14:textId="693E86DC" w:rsidR="00E14457" w:rsidRDefault="00E23DD2" w:rsidP="00E144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Lisa: asendiskeem</w:t>
      </w:r>
      <w:r w:rsidR="00A81A20">
        <w:rPr>
          <w:rFonts w:ascii="Times New Roman" w:hAnsi="Times New Roman" w:cs="Times New Roman"/>
        </w:rPr>
        <w:t>id</w:t>
      </w:r>
      <w:r w:rsidR="00563957">
        <w:rPr>
          <w:rFonts w:ascii="Times New Roman" w:hAnsi="Times New Roman" w:cs="Times New Roman"/>
        </w:rPr>
        <w:t xml:space="preserve"> </w:t>
      </w:r>
      <w:r w:rsidR="00270BB6">
        <w:rPr>
          <w:rFonts w:ascii="Times New Roman" w:hAnsi="Times New Roman" w:cs="Times New Roman"/>
        </w:rPr>
        <w:t>3</w:t>
      </w:r>
      <w:r w:rsidR="00563957">
        <w:rPr>
          <w:rFonts w:ascii="Times New Roman" w:hAnsi="Times New Roman" w:cs="Times New Roman"/>
        </w:rPr>
        <w:t xml:space="preserve"> lehel</w:t>
      </w:r>
    </w:p>
    <w:p w14:paraId="1F961FB7" w14:textId="77777777" w:rsidR="00E14457" w:rsidRDefault="00E14457" w:rsidP="00E14457">
      <w:pPr>
        <w:rPr>
          <w:rFonts w:ascii="Times New Roman" w:hAnsi="Times New Roman" w:cs="Times New Roman"/>
        </w:rPr>
      </w:pPr>
    </w:p>
    <w:p w14:paraId="7B7B9D15" w14:textId="77777777" w:rsidR="00845555" w:rsidRDefault="00845555" w:rsidP="00E14457">
      <w:pPr>
        <w:rPr>
          <w:rFonts w:ascii="Times New Roman" w:hAnsi="Times New Roman" w:cs="Times New Roman"/>
        </w:rPr>
      </w:pPr>
    </w:p>
    <w:p w14:paraId="53CE4A0F" w14:textId="7176F400" w:rsidR="00E14457" w:rsidRDefault="00E14457" w:rsidP="00E144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Sirje Allikmaa</w:t>
      </w:r>
    </w:p>
    <w:p w14:paraId="0AAF0B06" w14:textId="77777777" w:rsidR="00C40DF3" w:rsidRDefault="00E14457" w:rsidP="00E144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5836</w:t>
      </w:r>
      <w:r w:rsidR="00E06870">
        <w:rPr>
          <w:rFonts w:ascii="Times New Roman" w:hAnsi="Times New Roman" w:cs="Times New Roman"/>
        </w:rPr>
        <w:t xml:space="preserve"> 7400</w:t>
      </w:r>
    </w:p>
    <w:p w14:paraId="5388E157" w14:textId="78469A73" w:rsidR="00E14457" w:rsidRDefault="00E06870" w:rsidP="00E144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sirje.allikmaa@</w:t>
      </w:r>
      <w:r w:rsidR="00C40DF3">
        <w:rPr>
          <w:rFonts w:ascii="Times New Roman" w:hAnsi="Times New Roman" w:cs="Times New Roman"/>
        </w:rPr>
        <w:t>alutagusevald.ee</w:t>
      </w:r>
    </w:p>
    <w:p w14:paraId="5BD15B1C" w14:textId="2BFC0960" w:rsidR="00C96D16" w:rsidRDefault="00C96D16" w:rsidP="00962798">
      <w:pPr>
        <w:rPr>
          <w:rFonts w:ascii="Times New Roman" w:hAnsi="Times New Roman" w:cs="Times New Roman"/>
        </w:rPr>
      </w:pPr>
    </w:p>
    <w:sectPr w:rsidR="00C96D16" w:rsidSect="00744F89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454" w:right="843" w:bottom="510" w:left="1701" w:header="62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794A1" w14:textId="77777777" w:rsidR="00803736" w:rsidRDefault="00803736" w:rsidP="00482722">
      <w:r>
        <w:separator/>
      </w:r>
    </w:p>
  </w:endnote>
  <w:endnote w:type="continuationSeparator" w:id="0">
    <w:p w14:paraId="6BF73422" w14:textId="77777777" w:rsidR="00803736" w:rsidRDefault="00803736" w:rsidP="00482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pectral">
    <w:altName w:val="Calibri"/>
    <w:charset w:val="00"/>
    <w:family w:val="auto"/>
    <w:pitch w:val="variable"/>
    <w:sig w:usb0="E000027F" w:usb1="4000E43B" w:usb2="00000000" w:usb3="00000000" w:csb0="00000197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4974758"/>
      <w:docPartObj>
        <w:docPartGallery w:val="Page Numbers (Bottom of Page)"/>
        <w:docPartUnique/>
      </w:docPartObj>
    </w:sdtPr>
    <w:sdtEndPr/>
    <w:sdtContent>
      <w:p w14:paraId="332621EA" w14:textId="77777777" w:rsidR="00962798" w:rsidRDefault="00962798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7263">
          <w:rPr>
            <w:noProof/>
          </w:rPr>
          <w:t>2</w:t>
        </w:r>
        <w:r>
          <w:fldChar w:fldCharType="end"/>
        </w:r>
      </w:p>
    </w:sdtContent>
  </w:sdt>
  <w:p w14:paraId="58EFD111" w14:textId="77777777" w:rsidR="00962798" w:rsidRDefault="0096279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93CAE" w14:textId="77777777" w:rsidR="00962798" w:rsidRDefault="00962798" w:rsidP="00962798">
    <w:pPr>
      <w:pStyle w:val="Jalus"/>
      <w:tabs>
        <w:tab w:val="clear" w:pos="4680"/>
        <w:tab w:val="clear" w:pos="9360"/>
        <w:tab w:val="left" w:pos="1344"/>
      </w:tabs>
    </w:pPr>
    <w:r>
      <w:tab/>
    </w:r>
  </w:p>
  <w:tbl>
    <w:tblPr>
      <w:tblW w:w="0" w:type="auto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794"/>
      <w:gridCol w:w="3118"/>
      <w:gridCol w:w="2830"/>
    </w:tblGrid>
    <w:tr w:rsidR="00962798" w:rsidRPr="00EF1066" w14:paraId="0B41F71D" w14:textId="77777777" w:rsidTr="008E6B81">
      <w:trPr>
        <w:trHeight w:val="284"/>
      </w:trPr>
      <w:tc>
        <w:tcPr>
          <w:tcW w:w="3794" w:type="dxa"/>
        </w:tcPr>
        <w:p w14:paraId="1A399DA1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</w:p>
        <w:p w14:paraId="2F60E8BB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>Tartu mnt 56 Iisaku alevik</w:t>
          </w:r>
        </w:p>
        <w:p w14:paraId="33CD0D19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>Alutaguse vald</w:t>
          </w:r>
        </w:p>
        <w:p w14:paraId="5C7C56A4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>41101 Ida-Virumaa</w:t>
          </w:r>
        </w:p>
      </w:tc>
      <w:tc>
        <w:tcPr>
          <w:tcW w:w="3118" w:type="dxa"/>
        </w:tcPr>
        <w:p w14:paraId="2914B443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</w:p>
        <w:p w14:paraId="1A542A49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>Tel:   3 366 901</w:t>
          </w:r>
        </w:p>
        <w:p w14:paraId="29E6F1FC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 xml:space="preserve">E-post: </w:t>
          </w:r>
          <w:hyperlink r:id="rId1" w:history="1">
            <w:r w:rsidRPr="00EF1066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et-EE"/>
              </w:rPr>
              <w:t>info@alutagusevald.ee</w:t>
            </w:r>
          </w:hyperlink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 xml:space="preserve"> </w:t>
          </w:r>
        </w:p>
        <w:p w14:paraId="1BDE249E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</w:p>
      </w:tc>
      <w:tc>
        <w:tcPr>
          <w:tcW w:w="2830" w:type="dxa"/>
        </w:tcPr>
        <w:p w14:paraId="342F9399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</w:p>
        <w:p w14:paraId="203E1207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  <w:proofErr w:type="spellStart"/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>Reg</w:t>
          </w:r>
          <w:proofErr w:type="spellEnd"/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>. nr: 77000281</w:t>
          </w:r>
        </w:p>
        <w:p w14:paraId="084647ED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>a/a: EE882200221068420618 Swedbank</w:t>
          </w:r>
        </w:p>
      </w:tc>
    </w:tr>
  </w:tbl>
  <w:p w14:paraId="7CB1C6DC" w14:textId="77777777" w:rsidR="00A23642" w:rsidRDefault="00A23642" w:rsidP="00962798">
    <w:pPr>
      <w:pStyle w:val="Jalus"/>
      <w:tabs>
        <w:tab w:val="clear" w:pos="4680"/>
        <w:tab w:val="clear" w:pos="9360"/>
        <w:tab w:val="left" w:pos="134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11719" w14:textId="77777777" w:rsidR="00803736" w:rsidRDefault="00803736" w:rsidP="00482722">
      <w:r>
        <w:separator/>
      </w:r>
    </w:p>
  </w:footnote>
  <w:footnote w:type="continuationSeparator" w:id="0">
    <w:p w14:paraId="4BE1D190" w14:textId="77777777" w:rsidR="00803736" w:rsidRDefault="00803736" w:rsidP="00482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3C672" w14:textId="77777777" w:rsidR="00482722" w:rsidRDefault="00482722">
    <w:pPr>
      <w:pStyle w:val="Pis"/>
    </w:pP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60C7F" w14:textId="77777777" w:rsidR="00A23642" w:rsidRDefault="00962798">
    <w:pPr>
      <w:pStyle w:val="Pis"/>
    </w:pPr>
    <w:r>
      <w:rPr>
        <w:noProof/>
        <w:lang w:eastAsia="et-EE"/>
      </w:rPr>
      <w:drawing>
        <wp:inline distT="0" distB="0" distL="0" distR="0" wp14:anchorId="4E00D641" wp14:editId="11284E6A">
          <wp:extent cx="1798320" cy="615950"/>
          <wp:effectExtent l="0" t="0" r="0" b="0"/>
          <wp:docPr id="5" name="Pilt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32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066"/>
    <w:rsid w:val="000036D0"/>
    <w:rsid w:val="00004CD8"/>
    <w:rsid w:val="00007990"/>
    <w:rsid w:val="000116FF"/>
    <w:rsid w:val="000156F6"/>
    <w:rsid w:val="00036685"/>
    <w:rsid w:val="00043443"/>
    <w:rsid w:val="00043474"/>
    <w:rsid w:val="0004541D"/>
    <w:rsid w:val="000478C3"/>
    <w:rsid w:val="0005673B"/>
    <w:rsid w:val="00060192"/>
    <w:rsid w:val="000634DF"/>
    <w:rsid w:val="00063FFE"/>
    <w:rsid w:val="000651B2"/>
    <w:rsid w:val="00070D22"/>
    <w:rsid w:val="000743BF"/>
    <w:rsid w:val="00075335"/>
    <w:rsid w:val="00076BEA"/>
    <w:rsid w:val="000805FC"/>
    <w:rsid w:val="00080B92"/>
    <w:rsid w:val="00086B2C"/>
    <w:rsid w:val="000909ED"/>
    <w:rsid w:val="00092770"/>
    <w:rsid w:val="000931DA"/>
    <w:rsid w:val="000A1C51"/>
    <w:rsid w:val="000A2A40"/>
    <w:rsid w:val="000A5E41"/>
    <w:rsid w:val="000A6B0F"/>
    <w:rsid w:val="000B6D05"/>
    <w:rsid w:val="000E36C7"/>
    <w:rsid w:val="000E468C"/>
    <w:rsid w:val="000E6F3D"/>
    <w:rsid w:val="000F060D"/>
    <w:rsid w:val="000F3B18"/>
    <w:rsid w:val="00122C91"/>
    <w:rsid w:val="0012336B"/>
    <w:rsid w:val="00127A36"/>
    <w:rsid w:val="0013118D"/>
    <w:rsid w:val="00136C6A"/>
    <w:rsid w:val="00137561"/>
    <w:rsid w:val="00163FF9"/>
    <w:rsid w:val="001644CE"/>
    <w:rsid w:val="00166B58"/>
    <w:rsid w:val="00172D00"/>
    <w:rsid w:val="0018238C"/>
    <w:rsid w:val="001965DA"/>
    <w:rsid w:val="001A6C6E"/>
    <w:rsid w:val="001B24D3"/>
    <w:rsid w:val="001E0228"/>
    <w:rsid w:val="001E3982"/>
    <w:rsid w:val="001E71C8"/>
    <w:rsid w:val="00200710"/>
    <w:rsid w:val="00206A19"/>
    <w:rsid w:val="00222B44"/>
    <w:rsid w:val="00226A88"/>
    <w:rsid w:val="0023556B"/>
    <w:rsid w:val="00244821"/>
    <w:rsid w:val="00244D20"/>
    <w:rsid w:val="00252B47"/>
    <w:rsid w:val="00252D7A"/>
    <w:rsid w:val="00252EE6"/>
    <w:rsid w:val="0025426B"/>
    <w:rsid w:val="00256DC2"/>
    <w:rsid w:val="00256DCD"/>
    <w:rsid w:val="002635FE"/>
    <w:rsid w:val="00270699"/>
    <w:rsid w:val="00270BB6"/>
    <w:rsid w:val="00275165"/>
    <w:rsid w:val="00276B8C"/>
    <w:rsid w:val="002816F0"/>
    <w:rsid w:val="0028232B"/>
    <w:rsid w:val="0028559A"/>
    <w:rsid w:val="00291E64"/>
    <w:rsid w:val="00292D33"/>
    <w:rsid w:val="002A583D"/>
    <w:rsid w:val="002C1B60"/>
    <w:rsid w:val="002C3FD2"/>
    <w:rsid w:val="002C3FEE"/>
    <w:rsid w:val="002C7C7E"/>
    <w:rsid w:val="002E0FA0"/>
    <w:rsid w:val="002E2048"/>
    <w:rsid w:val="002E79C4"/>
    <w:rsid w:val="002F5A3A"/>
    <w:rsid w:val="0030272F"/>
    <w:rsid w:val="0030761D"/>
    <w:rsid w:val="00326A19"/>
    <w:rsid w:val="00327A87"/>
    <w:rsid w:val="00330C39"/>
    <w:rsid w:val="00331C20"/>
    <w:rsid w:val="00333A1F"/>
    <w:rsid w:val="00345EAD"/>
    <w:rsid w:val="00370841"/>
    <w:rsid w:val="00377390"/>
    <w:rsid w:val="003814EE"/>
    <w:rsid w:val="003823BE"/>
    <w:rsid w:val="00385AEB"/>
    <w:rsid w:val="00386568"/>
    <w:rsid w:val="003905C4"/>
    <w:rsid w:val="003A6AF1"/>
    <w:rsid w:val="003A7950"/>
    <w:rsid w:val="003B6724"/>
    <w:rsid w:val="003C7222"/>
    <w:rsid w:val="003C7335"/>
    <w:rsid w:val="003C7FA1"/>
    <w:rsid w:val="003D12DD"/>
    <w:rsid w:val="003D3F92"/>
    <w:rsid w:val="003D599B"/>
    <w:rsid w:val="003D6795"/>
    <w:rsid w:val="003D74AB"/>
    <w:rsid w:val="003E01C4"/>
    <w:rsid w:val="0040413B"/>
    <w:rsid w:val="00407EBD"/>
    <w:rsid w:val="00412A16"/>
    <w:rsid w:val="00415354"/>
    <w:rsid w:val="004225CB"/>
    <w:rsid w:val="00442BAE"/>
    <w:rsid w:val="0044524A"/>
    <w:rsid w:val="00455FAC"/>
    <w:rsid w:val="004636CF"/>
    <w:rsid w:val="0046709B"/>
    <w:rsid w:val="00471AA1"/>
    <w:rsid w:val="00482722"/>
    <w:rsid w:val="00484F1B"/>
    <w:rsid w:val="00493DF2"/>
    <w:rsid w:val="004A373F"/>
    <w:rsid w:val="004A3757"/>
    <w:rsid w:val="004A37D1"/>
    <w:rsid w:val="004A5EB6"/>
    <w:rsid w:val="004B4211"/>
    <w:rsid w:val="004B4B4A"/>
    <w:rsid w:val="004B5056"/>
    <w:rsid w:val="004C4267"/>
    <w:rsid w:val="004C539C"/>
    <w:rsid w:val="004D4657"/>
    <w:rsid w:val="004E7EEC"/>
    <w:rsid w:val="00503B60"/>
    <w:rsid w:val="0050494C"/>
    <w:rsid w:val="005057E7"/>
    <w:rsid w:val="005135B7"/>
    <w:rsid w:val="00516F6B"/>
    <w:rsid w:val="00537D3B"/>
    <w:rsid w:val="00542080"/>
    <w:rsid w:val="005424EB"/>
    <w:rsid w:val="00545324"/>
    <w:rsid w:val="00553966"/>
    <w:rsid w:val="005560CD"/>
    <w:rsid w:val="00563957"/>
    <w:rsid w:val="00564802"/>
    <w:rsid w:val="0057075E"/>
    <w:rsid w:val="00571D42"/>
    <w:rsid w:val="00581B2A"/>
    <w:rsid w:val="00582684"/>
    <w:rsid w:val="005A6A24"/>
    <w:rsid w:val="005B24A8"/>
    <w:rsid w:val="005B3CB5"/>
    <w:rsid w:val="005B59FF"/>
    <w:rsid w:val="005D47F2"/>
    <w:rsid w:val="005D62D1"/>
    <w:rsid w:val="005D7D27"/>
    <w:rsid w:val="005E0544"/>
    <w:rsid w:val="005E5730"/>
    <w:rsid w:val="005F6F53"/>
    <w:rsid w:val="006104D4"/>
    <w:rsid w:val="00614D8B"/>
    <w:rsid w:val="006260EB"/>
    <w:rsid w:val="00631BAF"/>
    <w:rsid w:val="0063598D"/>
    <w:rsid w:val="006443EE"/>
    <w:rsid w:val="00660FDA"/>
    <w:rsid w:val="00661B77"/>
    <w:rsid w:val="006701B8"/>
    <w:rsid w:val="00670F23"/>
    <w:rsid w:val="00672CFB"/>
    <w:rsid w:val="00675D98"/>
    <w:rsid w:val="00675DAF"/>
    <w:rsid w:val="006822AB"/>
    <w:rsid w:val="00684501"/>
    <w:rsid w:val="006909D1"/>
    <w:rsid w:val="00692D2F"/>
    <w:rsid w:val="006A33B6"/>
    <w:rsid w:val="006B4775"/>
    <w:rsid w:val="006C0717"/>
    <w:rsid w:val="006C0DA4"/>
    <w:rsid w:val="006C4168"/>
    <w:rsid w:val="006E1CF6"/>
    <w:rsid w:val="006E5A39"/>
    <w:rsid w:val="006F59E2"/>
    <w:rsid w:val="007150A6"/>
    <w:rsid w:val="00724DA2"/>
    <w:rsid w:val="00744F89"/>
    <w:rsid w:val="00746972"/>
    <w:rsid w:val="00761231"/>
    <w:rsid w:val="007652C9"/>
    <w:rsid w:val="00770202"/>
    <w:rsid w:val="00770EFD"/>
    <w:rsid w:val="00780676"/>
    <w:rsid w:val="00782BF7"/>
    <w:rsid w:val="00783CC2"/>
    <w:rsid w:val="00786A71"/>
    <w:rsid w:val="00787AED"/>
    <w:rsid w:val="007949A6"/>
    <w:rsid w:val="0079719D"/>
    <w:rsid w:val="007A6F1D"/>
    <w:rsid w:val="007B0352"/>
    <w:rsid w:val="007B79F2"/>
    <w:rsid w:val="007D16AC"/>
    <w:rsid w:val="007D2A1F"/>
    <w:rsid w:val="007E0037"/>
    <w:rsid w:val="007F69E0"/>
    <w:rsid w:val="00802BB0"/>
    <w:rsid w:val="00803306"/>
    <w:rsid w:val="00803736"/>
    <w:rsid w:val="00804AA4"/>
    <w:rsid w:val="00806671"/>
    <w:rsid w:val="00811F53"/>
    <w:rsid w:val="00814B28"/>
    <w:rsid w:val="008263E5"/>
    <w:rsid w:val="00827263"/>
    <w:rsid w:val="00836955"/>
    <w:rsid w:val="00845555"/>
    <w:rsid w:val="00855187"/>
    <w:rsid w:val="008749A9"/>
    <w:rsid w:val="00876B57"/>
    <w:rsid w:val="00890B96"/>
    <w:rsid w:val="00893BB8"/>
    <w:rsid w:val="008A08B0"/>
    <w:rsid w:val="008A0ABF"/>
    <w:rsid w:val="008A149A"/>
    <w:rsid w:val="008A2A0A"/>
    <w:rsid w:val="008A49D3"/>
    <w:rsid w:val="008A4F1F"/>
    <w:rsid w:val="008A54AF"/>
    <w:rsid w:val="008A58D9"/>
    <w:rsid w:val="008A6283"/>
    <w:rsid w:val="008C10D0"/>
    <w:rsid w:val="008C4EBB"/>
    <w:rsid w:val="008C64A1"/>
    <w:rsid w:val="008D0996"/>
    <w:rsid w:val="008E5505"/>
    <w:rsid w:val="008E7F4D"/>
    <w:rsid w:val="008F2B44"/>
    <w:rsid w:val="008F6C3D"/>
    <w:rsid w:val="009049E6"/>
    <w:rsid w:val="00910132"/>
    <w:rsid w:val="00912556"/>
    <w:rsid w:val="009225FC"/>
    <w:rsid w:val="00944649"/>
    <w:rsid w:val="00947FF8"/>
    <w:rsid w:val="00950317"/>
    <w:rsid w:val="00954C29"/>
    <w:rsid w:val="00962798"/>
    <w:rsid w:val="00963C46"/>
    <w:rsid w:val="00966D0B"/>
    <w:rsid w:val="00977A73"/>
    <w:rsid w:val="00985149"/>
    <w:rsid w:val="00992497"/>
    <w:rsid w:val="009925D6"/>
    <w:rsid w:val="00996C2F"/>
    <w:rsid w:val="009B649B"/>
    <w:rsid w:val="009B6F09"/>
    <w:rsid w:val="009C3972"/>
    <w:rsid w:val="009D24E5"/>
    <w:rsid w:val="009D4AD5"/>
    <w:rsid w:val="009E382B"/>
    <w:rsid w:val="009E59E0"/>
    <w:rsid w:val="00A00DFD"/>
    <w:rsid w:val="00A051BB"/>
    <w:rsid w:val="00A23642"/>
    <w:rsid w:val="00A33FF9"/>
    <w:rsid w:val="00A34154"/>
    <w:rsid w:val="00A52EAC"/>
    <w:rsid w:val="00A62F46"/>
    <w:rsid w:val="00A71E23"/>
    <w:rsid w:val="00A72CDA"/>
    <w:rsid w:val="00A81A20"/>
    <w:rsid w:val="00A90507"/>
    <w:rsid w:val="00AB5D7B"/>
    <w:rsid w:val="00AB64F9"/>
    <w:rsid w:val="00AB70DE"/>
    <w:rsid w:val="00AC03C1"/>
    <w:rsid w:val="00AC1F42"/>
    <w:rsid w:val="00AC23FC"/>
    <w:rsid w:val="00AC6247"/>
    <w:rsid w:val="00AD78B0"/>
    <w:rsid w:val="00AE1CB8"/>
    <w:rsid w:val="00AE5F2A"/>
    <w:rsid w:val="00AF5877"/>
    <w:rsid w:val="00B06FB4"/>
    <w:rsid w:val="00B10A0F"/>
    <w:rsid w:val="00B13026"/>
    <w:rsid w:val="00B1361A"/>
    <w:rsid w:val="00B15F18"/>
    <w:rsid w:val="00B176D7"/>
    <w:rsid w:val="00B27BED"/>
    <w:rsid w:val="00B317EB"/>
    <w:rsid w:val="00B4082E"/>
    <w:rsid w:val="00B43743"/>
    <w:rsid w:val="00B44917"/>
    <w:rsid w:val="00B50936"/>
    <w:rsid w:val="00B51354"/>
    <w:rsid w:val="00B71B0F"/>
    <w:rsid w:val="00B753DB"/>
    <w:rsid w:val="00B8307B"/>
    <w:rsid w:val="00B97A08"/>
    <w:rsid w:val="00BA036F"/>
    <w:rsid w:val="00BA550A"/>
    <w:rsid w:val="00BA5C3B"/>
    <w:rsid w:val="00BC40D2"/>
    <w:rsid w:val="00BC5124"/>
    <w:rsid w:val="00BE0357"/>
    <w:rsid w:val="00BE0D1D"/>
    <w:rsid w:val="00BF32AB"/>
    <w:rsid w:val="00C13033"/>
    <w:rsid w:val="00C24FD1"/>
    <w:rsid w:val="00C307BB"/>
    <w:rsid w:val="00C3520E"/>
    <w:rsid w:val="00C40DF3"/>
    <w:rsid w:val="00C40E84"/>
    <w:rsid w:val="00C41EE9"/>
    <w:rsid w:val="00C504F2"/>
    <w:rsid w:val="00C608F7"/>
    <w:rsid w:val="00C80452"/>
    <w:rsid w:val="00C847F8"/>
    <w:rsid w:val="00C8541A"/>
    <w:rsid w:val="00C96D16"/>
    <w:rsid w:val="00CA0CD7"/>
    <w:rsid w:val="00CA4B15"/>
    <w:rsid w:val="00CB1021"/>
    <w:rsid w:val="00CB34AD"/>
    <w:rsid w:val="00CB7CCB"/>
    <w:rsid w:val="00CD1CEF"/>
    <w:rsid w:val="00CE0FEF"/>
    <w:rsid w:val="00CE3D59"/>
    <w:rsid w:val="00CE55AC"/>
    <w:rsid w:val="00CF0FE1"/>
    <w:rsid w:val="00CF396B"/>
    <w:rsid w:val="00CF4483"/>
    <w:rsid w:val="00D021AA"/>
    <w:rsid w:val="00D053CD"/>
    <w:rsid w:val="00D079D8"/>
    <w:rsid w:val="00D109BF"/>
    <w:rsid w:val="00D14C94"/>
    <w:rsid w:val="00D156C3"/>
    <w:rsid w:val="00D16450"/>
    <w:rsid w:val="00D21549"/>
    <w:rsid w:val="00D23802"/>
    <w:rsid w:val="00D238FC"/>
    <w:rsid w:val="00D244DF"/>
    <w:rsid w:val="00D3373A"/>
    <w:rsid w:val="00D35049"/>
    <w:rsid w:val="00D3591A"/>
    <w:rsid w:val="00D40283"/>
    <w:rsid w:val="00D448F7"/>
    <w:rsid w:val="00D46B69"/>
    <w:rsid w:val="00D5307C"/>
    <w:rsid w:val="00D541B3"/>
    <w:rsid w:val="00D604F8"/>
    <w:rsid w:val="00D637F7"/>
    <w:rsid w:val="00D677EF"/>
    <w:rsid w:val="00D71C8C"/>
    <w:rsid w:val="00D83190"/>
    <w:rsid w:val="00D8493C"/>
    <w:rsid w:val="00D84DA0"/>
    <w:rsid w:val="00D9186E"/>
    <w:rsid w:val="00D93C38"/>
    <w:rsid w:val="00DA1C33"/>
    <w:rsid w:val="00DA3187"/>
    <w:rsid w:val="00DB0FB9"/>
    <w:rsid w:val="00DB3577"/>
    <w:rsid w:val="00DB66BC"/>
    <w:rsid w:val="00DC04F0"/>
    <w:rsid w:val="00DC3F9E"/>
    <w:rsid w:val="00DC6740"/>
    <w:rsid w:val="00DD61D7"/>
    <w:rsid w:val="00DE5770"/>
    <w:rsid w:val="00E04097"/>
    <w:rsid w:val="00E05A5A"/>
    <w:rsid w:val="00E06870"/>
    <w:rsid w:val="00E1182A"/>
    <w:rsid w:val="00E119B2"/>
    <w:rsid w:val="00E14457"/>
    <w:rsid w:val="00E20A63"/>
    <w:rsid w:val="00E20DDA"/>
    <w:rsid w:val="00E21E90"/>
    <w:rsid w:val="00E23DD2"/>
    <w:rsid w:val="00E2516A"/>
    <w:rsid w:val="00E266B8"/>
    <w:rsid w:val="00E3262F"/>
    <w:rsid w:val="00E5295A"/>
    <w:rsid w:val="00E57863"/>
    <w:rsid w:val="00E803B6"/>
    <w:rsid w:val="00E805E5"/>
    <w:rsid w:val="00E91D41"/>
    <w:rsid w:val="00E929FE"/>
    <w:rsid w:val="00EA29EC"/>
    <w:rsid w:val="00EA6208"/>
    <w:rsid w:val="00EA6495"/>
    <w:rsid w:val="00EA7C34"/>
    <w:rsid w:val="00EB72E4"/>
    <w:rsid w:val="00EC32BB"/>
    <w:rsid w:val="00ED2733"/>
    <w:rsid w:val="00ED53F9"/>
    <w:rsid w:val="00EE419F"/>
    <w:rsid w:val="00EF1066"/>
    <w:rsid w:val="00F10790"/>
    <w:rsid w:val="00F135D5"/>
    <w:rsid w:val="00F17091"/>
    <w:rsid w:val="00F270D4"/>
    <w:rsid w:val="00F40947"/>
    <w:rsid w:val="00F517BA"/>
    <w:rsid w:val="00F51E1E"/>
    <w:rsid w:val="00F62A59"/>
    <w:rsid w:val="00F658C5"/>
    <w:rsid w:val="00F87855"/>
    <w:rsid w:val="00F927A9"/>
    <w:rsid w:val="00F92F8E"/>
    <w:rsid w:val="00FA372A"/>
    <w:rsid w:val="00FA3DEB"/>
    <w:rsid w:val="00FA654D"/>
    <w:rsid w:val="00FB01ED"/>
    <w:rsid w:val="00FB156B"/>
    <w:rsid w:val="00FC4B4F"/>
    <w:rsid w:val="00FE2850"/>
    <w:rsid w:val="00FE307E"/>
    <w:rsid w:val="00FF09E9"/>
    <w:rsid w:val="00FF0D9B"/>
    <w:rsid w:val="00FF5368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47673B"/>
  <w15:chartTrackingRefBased/>
  <w15:docId w15:val="{88D087CF-D8B6-4183-9666-4BAB3177E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1361A"/>
    <w:rPr>
      <w:rFonts w:ascii="Spectral" w:hAnsi="Spectral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1361A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6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1361A"/>
    <w:rPr>
      <w:rFonts w:ascii="Spectral" w:eastAsiaTheme="majorEastAsia" w:hAnsi="Spectral" w:cstheme="majorBidi"/>
      <w:b/>
      <w:color w:val="2F5496" w:themeColor="accent1" w:themeShade="BF"/>
      <w:sz w:val="36"/>
      <w:szCs w:val="32"/>
    </w:rPr>
  </w:style>
  <w:style w:type="paragraph" w:styleId="Pis">
    <w:name w:val="header"/>
    <w:basedOn w:val="Normaallaad"/>
    <w:link w:val="PisMrk"/>
    <w:uiPriority w:val="99"/>
    <w:unhideWhenUsed/>
    <w:rsid w:val="00482722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482722"/>
    <w:rPr>
      <w:rFonts w:ascii="Spectral" w:hAnsi="Spectral"/>
    </w:rPr>
  </w:style>
  <w:style w:type="paragraph" w:styleId="Jalus">
    <w:name w:val="footer"/>
    <w:basedOn w:val="Normaallaad"/>
    <w:link w:val="JalusMrk"/>
    <w:uiPriority w:val="99"/>
    <w:unhideWhenUsed/>
    <w:rsid w:val="00482722"/>
    <w:pPr>
      <w:tabs>
        <w:tab w:val="center" w:pos="4680"/>
        <w:tab w:val="right" w:pos="9360"/>
      </w:tabs>
    </w:pPr>
  </w:style>
  <w:style w:type="character" w:customStyle="1" w:styleId="JalusMrk">
    <w:name w:val="Jalus Märk"/>
    <w:basedOn w:val="Liguvaikefont"/>
    <w:link w:val="Jalus"/>
    <w:uiPriority w:val="99"/>
    <w:rsid w:val="00482722"/>
    <w:rPr>
      <w:rFonts w:ascii="Spectral" w:hAnsi="Spectral"/>
    </w:rPr>
  </w:style>
  <w:style w:type="character" w:styleId="Hperlink">
    <w:name w:val="Hyperlink"/>
    <w:basedOn w:val="Liguvaikefont"/>
    <w:uiPriority w:val="99"/>
    <w:unhideWhenUsed/>
    <w:rsid w:val="00962798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14C94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14C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alutagusevald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k\AppData\Local\Microsoft\Windows\INetCache\Content.Outlook\CLIG9EG8\Alutaguse_vald_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0FBC3BB-1CFF-49E3-B4BF-AA1B59470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Alutaguse_vald_C.dotx</Template>
  <TotalTime>433</TotalTime>
  <Pages>2</Pages>
  <Words>490</Words>
  <Characters>2843</Characters>
  <Application>Microsoft Office Word</Application>
  <DocSecurity>0</DocSecurity>
  <Lines>23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Kesküla</dc:creator>
  <cp:keywords/>
  <dc:description/>
  <cp:lastModifiedBy>Sirje Allikmaa</cp:lastModifiedBy>
  <cp:revision>155</cp:revision>
  <cp:lastPrinted>2023-09-13T06:02:00Z</cp:lastPrinted>
  <dcterms:created xsi:type="dcterms:W3CDTF">2025-09-02T10:01:00Z</dcterms:created>
  <dcterms:modified xsi:type="dcterms:W3CDTF">2025-09-16T10:00:00Z</dcterms:modified>
</cp:coreProperties>
</file>